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41" w:type="dxa"/>
        <w:tblInd w:w="-8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"/>
        <w:gridCol w:w="302"/>
        <w:gridCol w:w="426"/>
        <w:gridCol w:w="3135"/>
        <w:gridCol w:w="52"/>
        <w:gridCol w:w="2672"/>
        <w:gridCol w:w="378"/>
        <w:gridCol w:w="48"/>
        <w:gridCol w:w="27"/>
        <w:gridCol w:w="105"/>
        <w:gridCol w:w="3289"/>
        <w:gridCol w:w="642"/>
        <w:gridCol w:w="181"/>
      </w:tblGrid>
      <w:tr w:rsidR="005C1BE2" w:rsidRPr="007E00C1" w14:paraId="5D52ED5A" w14:textId="77777777" w:rsidTr="00395624">
        <w:trPr>
          <w:gridAfter w:val="1"/>
          <w:wAfter w:w="181" w:type="dxa"/>
          <w:trHeight w:hRule="exact" w:val="284"/>
        </w:trPr>
        <w:tc>
          <w:tcPr>
            <w:tcW w:w="386" w:type="dxa"/>
            <w:gridSpan w:val="2"/>
            <w:vAlign w:val="bottom"/>
          </w:tcPr>
          <w:p w14:paraId="5D52ED57" w14:textId="77777777" w:rsidR="005C1BE2" w:rsidRPr="007E00C1" w:rsidRDefault="005C1BE2" w:rsidP="002C4930">
            <w:pPr>
              <w:spacing w:line="240" w:lineRule="auto"/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top w:val="single" w:sz="4" w:space="0" w:color="auto"/>
            </w:tcBorders>
            <w:vAlign w:val="bottom"/>
          </w:tcPr>
          <w:p w14:paraId="5D52ED58" w14:textId="34FF9131" w:rsidR="005C1BE2" w:rsidRPr="007E00C1" w:rsidRDefault="002C4930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Za okres</w:t>
            </w:r>
            <w:r w:rsidR="00ED316E" w:rsidRPr="007E00C1">
              <w:rPr>
                <w:rFonts w:cs="Arial"/>
                <w:b/>
              </w:rPr>
              <w:t>:</w:t>
            </w:r>
            <w:r w:rsidRPr="007E00C1">
              <w:rPr>
                <w:rFonts w:cs="Arial"/>
              </w:rPr>
              <w:t xml:space="preserve"> 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</w:tcBorders>
            <w:vAlign w:val="bottom"/>
          </w:tcPr>
          <w:p w14:paraId="5D52ED59" w14:textId="220B9044" w:rsidR="005C1BE2" w:rsidRPr="007E00C1" w:rsidRDefault="002C4930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Numer porządkowy</w:t>
            </w:r>
            <w:r w:rsidR="00ED316E" w:rsidRPr="007E00C1">
              <w:rPr>
                <w:rFonts w:cs="Arial"/>
              </w:rPr>
              <w:t>:</w:t>
            </w:r>
          </w:p>
        </w:tc>
      </w:tr>
      <w:tr w:rsidR="005C1BE2" w:rsidRPr="007E00C1" w14:paraId="5D52ED5E" w14:textId="77777777" w:rsidTr="00395624">
        <w:trPr>
          <w:gridAfter w:val="1"/>
          <w:wAfter w:w="181" w:type="dxa"/>
          <w:trHeight w:val="284"/>
        </w:trPr>
        <w:tc>
          <w:tcPr>
            <w:tcW w:w="386" w:type="dxa"/>
            <w:gridSpan w:val="2"/>
          </w:tcPr>
          <w:p w14:paraId="5D52ED5B" w14:textId="77777777" w:rsidR="005C1BE2" w:rsidRPr="007E00C1" w:rsidRDefault="005C1BE2" w:rsidP="00C46325">
            <w:pPr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bottom w:val="single" w:sz="4" w:space="0" w:color="auto"/>
            </w:tcBorders>
          </w:tcPr>
          <w:p w14:paraId="5D52ED5C" w14:textId="5906B680" w:rsidR="005C1BE2" w:rsidRPr="007E00C1" w:rsidRDefault="005C1BE2" w:rsidP="00C46325">
            <w:pPr>
              <w:jc w:val="left"/>
              <w:rPr>
                <w:rFonts w:cs="Arial"/>
              </w:rPr>
            </w:pPr>
          </w:p>
        </w:tc>
        <w:tc>
          <w:tcPr>
            <w:tcW w:w="4489" w:type="dxa"/>
            <w:gridSpan w:val="6"/>
            <w:tcBorders>
              <w:bottom w:val="single" w:sz="4" w:space="0" w:color="auto"/>
            </w:tcBorders>
          </w:tcPr>
          <w:p w14:paraId="5D52ED5D" w14:textId="2AA55517" w:rsidR="005C1BE2" w:rsidRPr="007E00C1" w:rsidRDefault="005C1BE2" w:rsidP="00C46325">
            <w:pPr>
              <w:rPr>
                <w:rFonts w:cs="Arial"/>
              </w:rPr>
            </w:pPr>
          </w:p>
        </w:tc>
      </w:tr>
      <w:tr w:rsidR="005C1BE2" w:rsidRPr="007E00C1" w14:paraId="5D52ED62" w14:textId="77777777" w:rsidTr="00395624">
        <w:trPr>
          <w:gridAfter w:val="1"/>
          <w:wAfter w:w="181" w:type="dxa"/>
          <w:trHeight w:hRule="exact" w:val="284"/>
        </w:trPr>
        <w:tc>
          <w:tcPr>
            <w:tcW w:w="386" w:type="dxa"/>
            <w:gridSpan w:val="2"/>
            <w:vAlign w:val="bottom"/>
          </w:tcPr>
          <w:p w14:paraId="5D52ED5F" w14:textId="77777777" w:rsidR="005C1BE2" w:rsidRPr="007E00C1" w:rsidRDefault="005C1BE2" w:rsidP="00C46325">
            <w:pPr>
              <w:pStyle w:val="Besprekingsverslagkopje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top w:val="single" w:sz="4" w:space="0" w:color="auto"/>
            </w:tcBorders>
            <w:vAlign w:val="bottom"/>
          </w:tcPr>
          <w:p w14:paraId="5D52ED60" w14:textId="51A598E9" w:rsidR="005C1BE2" w:rsidRPr="007E00C1" w:rsidRDefault="00B10B79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Raport sporządził</w:t>
            </w:r>
            <w:r w:rsidR="00ED316E" w:rsidRPr="007E00C1">
              <w:rPr>
                <w:rFonts w:cs="Arial"/>
              </w:rPr>
              <w:t>: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</w:tcBorders>
            <w:vAlign w:val="bottom"/>
          </w:tcPr>
          <w:p w14:paraId="5D52ED61" w14:textId="38FBE323" w:rsidR="005C1BE2" w:rsidRPr="007E00C1" w:rsidRDefault="00B10B79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Data raportu</w:t>
            </w:r>
            <w:r w:rsidR="00ED316E" w:rsidRPr="007E00C1">
              <w:rPr>
                <w:rFonts w:cs="Arial"/>
              </w:rPr>
              <w:t>:</w:t>
            </w:r>
          </w:p>
        </w:tc>
      </w:tr>
      <w:tr w:rsidR="005C1BE2" w:rsidRPr="007E00C1" w14:paraId="5D52ED66" w14:textId="77777777" w:rsidTr="00395624">
        <w:trPr>
          <w:gridAfter w:val="1"/>
          <w:wAfter w:w="181" w:type="dxa"/>
          <w:trHeight w:val="284"/>
        </w:trPr>
        <w:tc>
          <w:tcPr>
            <w:tcW w:w="386" w:type="dxa"/>
            <w:gridSpan w:val="2"/>
          </w:tcPr>
          <w:p w14:paraId="5D52ED63" w14:textId="77777777" w:rsidR="005C1BE2" w:rsidRPr="007E00C1" w:rsidRDefault="005C1BE2" w:rsidP="00C46325">
            <w:pPr>
              <w:pStyle w:val="Nagwek"/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bottom w:val="single" w:sz="4" w:space="0" w:color="auto"/>
            </w:tcBorders>
          </w:tcPr>
          <w:p w14:paraId="5D52ED64" w14:textId="2944D130" w:rsidR="005C1BE2" w:rsidRPr="007E00C1" w:rsidRDefault="005C1BE2" w:rsidP="00C46325">
            <w:pPr>
              <w:pStyle w:val="Nagwek"/>
              <w:jc w:val="left"/>
              <w:rPr>
                <w:rFonts w:cs="Arial"/>
              </w:rPr>
            </w:pPr>
            <w:bookmarkStart w:id="0" w:name="StartHier"/>
            <w:bookmarkEnd w:id="0"/>
          </w:p>
        </w:tc>
        <w:tc>
          <w:tcPr>
            <w:tcW w:w="4489" w:type="dxa"/>
            <w:gridSpan w:val="6"/>
            <w:tcBorders>
              <w:bottom w:val="single" w:sz="4" w:space="0" w:color="auto"/>
            </w:tcBorders>
          </w:tcPr>
          <w:p w14:paraId="5D52ED65" w14:textId="14EC507A" w:rsidR="005C1BE2" w:rsidRPr="007E00C1" w:rsidRDefault="00DB18D8" w:rsidP="00C46325">
            <w:pPr>
              <w:pStyle w:val="Nagwek"/>
              <w:jc w:val="left"/>
              <w:rPr>
                <w:rFonts w:cs="Arial"/>
              </w:rPr>
            </w:pPr>
            <w:r w:rsidRPr="007E00C1">
              <w:rPr>
                <w:rFonts w:cs="Arial"/>
              </w:rPr>
              <w:t xml:space="preserve"> </w:t>
            </w:r>
          </w:p>
        </w:tc>
      </w:tr>
      <w:tr w:rsidR="005C1BE2" w:rsidRPr="007E00C1" w14:paraId="5D52ED82" w14:textId="77777777" w:rsidTr="00395624">
        <w:trPr>
          <w:gridAfter w:val="1"/>
          <w:wAfter w:w="181" w:type="dxa"/>
          <w:trHeight w:hRule="exact" w:val="284"/>
        </w:trPr>
        <w:tc>
          <w:tcPr>
            <w:tcW w:w="386" w:type="dxa"/>
            <w:gridSpan w:val="2"/>
            <w:vAlign w:val="bottom"/>
          </w:tcPr>
          <w:p w14:paraId="5D52ED7F" w14:textId="77777777" w:rsidR="005C1BE2" w:rsidRPr="007E00C1" w:rsidRDefault="005C1BE2" w:rsidP="00C46325">
            <w:pPr>
              <w:pStyle w:val="Besprekingsverslagkopje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top w:val="single" w:sz="4" w:space="0" w:color="auto"/>
            </w:tcBorders>
            <w:vAlign w:val="bottom"/>
          </w:tcPr>
          <w:p w14:paraId="28350902" w14:textId="77777777" w:rsidR="005C1BE2" w:rsidRPr="007E00C1" w:rsidRDefault="00B10B79" w:rsidP="00B10B79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</w:rPr>
              <w:t>Nazwa dokumentu</w:t>
            </w:r>
          </w:p>
          <w:p w14:paraId="5D52ED80" w14:textId="357EB9AD" w:rsidR="002C4930" w:rsidRPr="007E00C1" w:rsidRDefault="002C4930" w:rsidP="00B10B79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</w:rPr>
              <w:t>RAPOTR MIESIĘCZNY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</w:tcBorders>
            <w:vAlign w:val="bottom"/>
          </w:tcPr>
          <w:p w14:paraId="5D52ED81" w14:textId="77777777" w:rsidR="005C1BE2" w:rsidRPr="007E00C1" w:rsidRDefault="005C1BE2" w:rsidP="00C46325">
            <w:pPr>
              <w:pStyle w:val="Besprekingsverslagkopje"/>
              <w:rPr>
                <w:rFonts w:cs="Arial"/>
              </w:rPr>
            </w:pPr>
          </w:p>
        </w:tc>
      </w:tr>
      <w:tr w:rsidR="002C4930" w:rsidRPr="007E00C1" w14:paraId="5D52ED86" w14:textId="77777777" w:rsidTr="00395624">
        <w:trPr>
          <w:gridAfter w:val="1"/>
          <w:wAfter w:w="181" w:type="dxa"/>
          <w:trHeight w:val="284"/>
        </w:trPr>
        <w:tc>
          <w:tcPr>
            <w:tcW w:w="386" w:type="dxa"/>
            <w:gridSpan w:val="2"/>
          </w:tcPr>
          <w:p w14:paraId="5D52ED83" w14:textId="77777777" w:rsidR="005C1BE2" w:rsidRPr="007E00C1" w:rsidRDefault="005C1BE2" w:rsidP="00C46325">
            <w:pPr>
              <w:pStyle w:val="BesprekingsverslagBold"/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bottom w:val="single" w:sz="4" w:space="0" w:color="auto"/>
            </w:tcBorders>
          </w:tcPr>
          <w:p w14:paraId="5D52ED84" w14:textId="51B9C415" w:rsidR="005C1BE2" w:rsidRPr="007E00C1" w:rsidRDefault="002C4930" w:rsidP="00ED316E">
            <w:pPr>
              <w:pStyle w:val="BesprekingsverslagBold"/>
              <w:jc w:val="left"/>
              <w:rPr>
                <w:rFonts w:cs="Arial"/>
              </w:rPr>
            </w:pPr>
            <w:r w:rsidRPr="007E00C1">
              <w:rPr>
                <w:rFonts w:cs="Arial"/>
              </w:rPr>
              <w:t xml:space="preserve">RAPORT MIESIĘCZNY </w:t>
            </w:r>
          </w:p>
        </w:tc>
        <w:tc>
          <w:tcPr>
            <w:tcW w:w="4489" w:type="dxa"/>
            <w:gridSpan w:val="6"/>
            <w:tcBorders>
              <w:bottom w:val="single" w:sz="4" w:space="0" w:color="auto"/>
            </w:tcBorders>
          </w:tcPr>
          <w:p w14:paraId="5D52ED85" w14:textId="77777777" w:rsidR="005C1BE2" w:rsidRPr="007E00C1" w:rsidRDefault="005C1BE2" w:rsidP="00C46325">
            <w:pPr>
              <w:pStyle w:val="BesprekingsverslagBold"/>
              <w:rPr>
                <w:rFonts w:cs="Arial"/>
              </w:rPr>
            </w:pPr>
          </w:p>
        </w:tc>
      </w:tr>
      <w:tr w:rsidR="005C1BE2" w:rsidRPr="007E00C1" w14:paraId="5D52ED8B" w14:textId="77777777" w:rsidTr="00395624">
        <w:trPr>
          <w:gridAfter w:val="1"/>
          <w:wAfter w:w="181" w:type="dxa"/>
          <w:trHeight w:val="284"/>
        </w:trPr>
        <w:tc>
          <w:tcPr>
            <w:tcW w:w="812" w:type="dxa"/>
            <w:gridSpan w:val="3"/>
          </w:tcPr>
          <w:p w14:paraId="5D52ED87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3135" w:type="dxa"/>
            <w:tcBorders>
              <w:top w:val="single" w:sz="4" w:space="0" w:color="auto"/>
            </w:tcBorders>
          </w:tcPr>
          <w:p w14:paraId="5D52ED88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</w:tcBorders>
          </w:tcPr>
          <w:p w14:paraId="5D52ED89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4063" w:type="dxa"/>
            <w:gridSpan w:val="4"/>
            <w:tcBorders>
              <w:top w:val="single" w:sz="4" w:space="0" w:color="auto"/>
            </w:tcBorders>
          </w:tcPr>
          <w:p w14:paraId="5D52ED8A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</w:tr>
      <w:tr w:rsidR="005C1BE2" w:rsidRPr="007E00C1" w14:paraId="5D52ED91" w14:textId="77777777" w:rsidTr="008428C5">
        <w:tblPrEx>
          <w:tblCellMar>
            <w:right w:w="85" w:type="dxa"/>
          </w:tblCellMar>
        </w:tblPrEx>
        <w:trPr>
          <w:gridBefore w:val="1"/>
          <w:wBefore w:w="84" w:type="dxa"/>
          <w:trHeight w:hRule="exact" w:val="312"/>
        </w:trPr>
        <w:tc>
          <w:tcPr>
            <w:tcW w:w="3915" w:type="dxa"/>
            <w:gridSpan w:val="4"/>
            <w:tcBorders>
              <w:bottom w:val="single" w:sz="4" w:space="0" w:color="999999"/>
            </w:tcBorders>
          </w:tcPr>
          <w:p w14:paraId="5D52ED8D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3125" w:type="dxa"/>
            <w:gridSpan w:val="4"/>
            <w:tcBorders>
              <w:bottom w:val="single" w:sz="4" w:space="0" w:color="999999"/>
            </w:tcBorders>
          </w:tcPr>
          <w:p w14:paraId="5D52ED8E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105" w:type="dxa"/>
            <w:tcBorders>
              <w:bottom w:val="single" w:sz="4" w:space="0" w:color="999999"/>
            </w:tcBorders>
          </w:tcPr>
          <w:p w14:paraId="5D52ED8F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4112" w:type="dxa"/>
            <w:gridSpan w:val="3"/>
            <w:tcBorders>
              <w:bottom w:val="single" w:sz="4" w:space="0" w:color="999999"/>
            </w:tcBorders>
            <w:noWrap/>
            <w:tcMar>
              <w:left w:w="85" w:type="dxa"/>
            </w:tcMar>
          </w:tcPr>
          <w:p w14:paraId="5D52ED90" w14:textId="10B7E67C" w:rsidR="005C1BE2" w:rsidRPr="007E00C1" w:rsidRDefault="005C1BE2" w:rsidP="00B10B79">
            <w:pPr>
              <w:pStyle w:val="BesprekingsverslagItalic"/>
              <w:rPr>
                <w:rFonts w:cs="Arial"/>
                <w:szCs w:val="19"/>
              </w:rPr>
            </w:pPr>
          </w:p>
        </w:tc>
      </w:tr>
      <w:tr w:rsidR="005C1BE2" w:rsidRPr="007E00C1" w14:paraId="5D52ED94" w14:textId="77777777" w:rsidTr="008428C5">
        <w:tblPrEx>
          <w:tblCellMar>
            <w:right w:w="85" w:type="dxa"/>
          </w:tblCellMar>
        </w:tblPrEx>
        <w:trPr>
          <w:gridBefore w:val="1"/>
          <w:gridAfter w:val="2"/>
          <w:wBefore w:w="84" w:type="dxa"/>
          <w:wAfter w:w="823" w:type="dxa"/>
          <w:trHeight w:val="312"/>
        </w:trPr>
        <w:tc>
          <w:tcPr>
            <w:tcW w:w="6965" w:type="dxa"/>
            <w:gridSpan w:val="6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CE551A8" w14:textId="42EC22DE" w:rsidR="00B10B79" w:rsidRPr="007E00C1" w:rsidRDefault="00B10B79" w:rsidP="00CA5904">
            <w:pPr>
              <w:pStyle w:val="Normalindent"/>
              <w:rPr>
                <w:rFonts w:cs="Arial"/>
              </w:rPr>
            </w:pPr>
          </w:p>
          <w:p w14:paraId="78026A53" w14:textId="57A9C6F1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2741E518" w14:textId="72825AB4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5B2D894E" w14:textId="1D50A8A7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3A62CB10" w14:textId="443585B9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5457F2A8" w14:textId="77777777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4B4E5925" w14:textId="1B0D80D3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7013D6FF" w14:textId="7B470798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3CA7AB5E" w14:textId="5D2591A4" w:rsidR="00ED316E" w:rsidRPr="007E00C1" w:rsidRDefault="00ED316E" w:rsidP="00ED316E">
            <w:pPr>
              <w:pStyle w:val="Normalindent"/>
              <w:jc w:val="center"/>
              <w:rPr>
                <w:rFonts w:cs="Arial"/>
              </w:rPr>
            </w:pPr>
          </w:p>
          <w:p w14:paraId="6B710CE9" w14:textId="5E820286" w:rsidR="00ED316E" w:rsidRPr="007E00C1" w:rsidRDefault="00ED316E" w:rsidP="00ED316E">
            <w:pPr>
              <w:pStyle w:val="Normalindent"/>
              <w:jc w:val="center"/>
              <w:rPr>
                <w:rFonts w:cs="Arial"/>
              </w:rPr>
            </w:pPr>
          </w:p>
          <w:p w14:paraId="647A8DA5" w14:textId="6DEF5CEA" w:rsidR="00B10B79" w:rsidRPr="007E00C1" w:rsidRDefault="00B10B79" w:rsidP="00ED316E">
            <w:pPr>
              <w:pStyle w:val="Normalindent"/>
              <w:jc w:val="center"/>
              <w:rPr>
                <w:rFonts w:cs="Arial"/>
              </w:rPr>
            </w:pPr>
          </w:p>
          <w:p w14:paraId="12CC623D" w14:textId="77777777" w:rsidR="00ED316E" w:rsidRPr="007E00C1" w:rsidRDefault="00ED316E" w:rsidP="00ED316E">
            <w:pPr>
              <w:pStyle w:val="Normalindent"/>
              <w:jc w:val="center"/>
              <w:rPr>
                <w:rFonts w:cs="Arial"/>
              </w:rPr>
            </w:pPr>
          </w:p>
          <w:p w14:paraId="4C98D732" w14:textId="1ED9209B" w:rsidR="00B10B79" w:rsidRPr="007E00C1" w:rsidRDefault="00B10B79" w:rsidP="00CA5904">
            <w:pPr>
              <w:pStyle w:val="Normalindent"/>
              <w:rPr>
                <w:rFonts w:cs="Arial"/>
              </w:rPr>
            </w:pPr>
          </w:p>
          <w:p w14:paraId="252FEAF9" w14:textId="01145491" w:rsidR="00C13557" w:rsidRPr="007E00C1" w:rsidRDefault="00C13557" w:rsidP="00ED316E">
            <w:pPr>
              <w:pStyle w:val="Normalindent"/>
              <w:ind w:left="0"/>
              <w:rPr>
                <w:rFonts w:cs="Arial"/>
              </w:rPr>
            </w:pPr>
          </w:p>
          <w:p w14:paraId="5D52ED92" w14:textId="77777777" w:rsidR="00B10B79" w:rsidRPr="007E00C1" w:rsidRDefault="00B10B79" w:rsidP="00CA5904">
            <w:pPr>
              <w:pStyle w:val="Normalindent"/>
              <w:rPr>
                <w:rFonts w:cs="Arial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noWrap/>
            <w:tcMar>
              <w:left w:w="85" w:type="dxa"/>
            </w:tcMar>
          </w:tcPr>
          <w:p w14:paraId="2C3EA5E3" w14:textId="77777777" w:rsidR="005C1BE2" w:rsidRPr="007E00C1" w:rsidRDefault="005C1BE2" w:rsidP="00037425">
            <w:pPr>
              <w:rPr>
                <w:rFonts w:cs="Arial"/>
              </w:rPr>
            </w:pPr>
          </w:p>
          <w:p w14:paraId="06578C57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6A47EA89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16696CD1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3176759F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133F15BE" w14:textId="055121EA" w:rsidR="008428C5" w:rsidRPr="007E00C1" w:rsidRDefault="008428C5" w:rsidP="00ED316E">
            <w:pPr>
              <w:jc w:val="center"/>
              <w:rPr>
                <w:rFonts w:cs="Arial"/>
              </w:rPr>
            </w:pPr>
          </w:p>
          <w:p w14:paraId="40AD25FD" w14:textId="77777777" w:rsidR="008428C5" w:rsidRPr="007E00C1" w:rsidRDefault="008428C5" w:rsidP="00037425">
            <w:pPr>
              <w:rPr>
                <w:rFonts w:cs="Arial"/>
              </w:rPr>
            </w:pPr>
          </w:p>
          <w:p w14:paraId="5D52ED93" w14:textId="32B32F7B" w:rsidR="008428C5" w:rsidRPr="007E00C1" w:rsidRDefault="008428C5" w:rsidP="00037425">
            <w:pPr>
              <w:rPr>
                <w:rFonts w:cs="Arial"/>
              </w:rPr>
            </w:pPr>
          </w:p>
        </w:tc>
      </w:tr>
    </w:tbl>
    <w:p w14:paraId="0B3CA185" w14:textId="77685F66" w:rsidR="00B10B79" w:rsidRPr="007E00C1" w:rsidRDefault="00B10B79" w:rsidP="00B10B79">
      <w:pPr>
        <w:pStyle w:val="Tekstpodstawowy"/>
        <w:rPr>
          <w:rFonts w:cs="Arial"/>
          <w:b/>
          <w:sz w:val="22"/>
          <w:szCs w:val="22"/>
          <w:lang w:val="pl-PL"/>
        </w:rPr>
      </w:pPr>
    </w:p>
    <w:p w14:paraId="7A20CC41" w14:textId="147009D1" w:rsidR="002C4930" w:rsidRPr="007E00C1" w:rsidRDefault="002C4930" w:rsidP="00B10B79">
      <w:pPr>
        <w:pStyle w:val="Tekstpodstawowy"/>
        <w:rPr>
          <w:rFonts w:cs="Arial"/>
          <w:b/>
          <w:sz w:val="22"/>
          <w:szCs w:val="22"/>
          <w:lang w:val="pl-PL"/>
        </w:rPr>
      </w:pPr>
    </w:p>
    <w:p w14:paraId="7BAE5FCE" w14:textId="405CC603" w:rsidR="002C4930" w:rsidRPr="007E00C1" w:rsidRDefault="00ED316E" w:rsidP="00B10B79">
      <w:pPr>
        <w:pStyle w:val="Tekstpodstawowy"/>
        <w:rPr>
          <w:rFonts w:cs="Arial"/>
          <w:b/>
          <w:sz w:val="22"/>
          <w:szCs w:val="22"/>
          <w:lang w:val="pl-PL"/>
        </w:rPr>
      </w:pPr>
      <w:r w:rsidRPr="007E00C1">
        <w:rPr>
          <w:rFonts w:cs="Arial"/>
          <w:b/>
          <w:sz w:val="22"/>
          <w:szCs w:val="22"/>
          <w:lang w:val="pl-PL"/>
        </w:rPr>
        <w:br w:type="page"/>
      </w:r>
    </w:p>
    <w:p w14:paraId="42252606" w14:textId="77777777" w:rsidR="00ED316E" w:rsidRPr="007E00C1" w:rsidRDefault="00ED316E" w:rsidP="00B10B79">
      <w:pPr>
        <w:pStyle w:val="Tekstpodstawowy"/>
        <w:rPr>
          <w:rFonts w:cs="Arial"/>
          <w:b/>
          <w:sz w:val="22"/>
          <w:szCs w:val="22"/>
          <w:lang w:val="pl-PL"/>
        </w:rPr>
      </w:pPr>
    </w:p>
    <w:p w14:paraId="695E9BA8" w14:textId="4BB4E907" w:rsidR="00B10B79" w:rsidRPr="007E00C1" w:rsidRDefault="00B10B79" w:rsidP="0042431A">
      <w:pPr>
        <w:pStyle w:val="Tekstpodstawowy"/>
        <w:jc w:val="center"/>
        <w:rPr>
          <w:rFonts w:cs="Arial"/>
          <w:b/>
          <w:sz w:val="22"/>
          <w:szCs w:val="22"/>
          <w:lang w:val="pl-PL"/>
        </w:rPr>
      </w:pPr>
      <w:r w:rsidRPr="007E00C1">
        <w:rPr>
          <w:rFonts w:cs="Arial"/>
          <w:b/>
          <w:sz w:val="22"/>
          <w:szCs w:val="22"/>
          <w:lang w:val="pl-PL"/>
        </w:rPr>
        <w:t>SPIS TREŚCI:</w:t>
      </w:r>
    </w:p>
    <w:p w14:paraId="6D3E6330" w14:textId="3B0F29F5" w:rsidR="005C4CDE" w:rsidRDefault="00B10B79">
      <w:pPr>
        <w:pStyle w:val="Spistreci1"/>
        <w:tabs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r w:rsidRPr="007E00C1">
        <w:rPr>
          <w:rFonts w:cs="Arial"/>
          <w:b/>
          <w:sz w:val="22"/>
          <w:szCs w:val="22"/>
        </w:rPr>
        <w:fldChar w:fldCharType="begin"/>
      </w:r>
      <w:r w:rsidRPr="007E00C1">
        <w:rPr>
          <w:rFonts w:cs="Arial"/>
          <w:b/>
          <w:sz w:val="22"/>
          <w:szCs w:val="22"/>
        </w:rPr>
        <w:instrText xml:space="preserve"> TOC \o "1-3" \h \z \u </w:instrText>
      </w:r>
      <w:r w:rsidRPr="007E00C1">
        <w:rPr>
          <w:rFonts w:cs="Arial"/>
          <w:b/>
          <w:sz w:val="22"/>
          <w:szCs w:val="22"/>
        </w:rPr>
        <w:fldChar w:fldCharType="separate"/>
      </w:r>
      <w:hyperlink w:anchor="_Toc207973063" w:history="1">
        <w:r w:rsidR="005C4CDE" w:rsidRPr="00395F0E">
          <w:rPr>
            <w:rStyle w:val="Hipercze"/>
            <w:noProof/>
          </w:rPr>
          <w:t>PODSUMOWANIE</w:t>
        </w:r>
        <w:r w:rsidR="005C4CDE" w:rsidRPr="00395F0E">
          <w:rPr>
            <w:rStyle w:val="Hipercze"/>
            <w:caps/>
            <w:noProof/>
          </w:rPr>
          <w:t xml:space="preserve"> / Summary</w:t>
        </w:r>
        <w:r w:rsidR="005C4CDE">
          <w:rPr>
            <w:noProof/>
            <w:webHidden/>
          </w:rPr>
          <w:tab/>
        </w:r>
        <w:r w:rsidR="005C4CDE">
          <w:rPr>
            <w:noProof/>
            <w:webHidden/>
          </w:rPr>
          <w:fldChar w:fldCharType="begin"/>
        </w:r>
        <w:r w:rsidR="005C4CDE">
          <w:rPr>
            <w:noProof/>
            <w:webHidden/>
          </w:rPr>
          <w:instrText xml:space="preserve"> PAGEREF _Toc207973063 \h </w:instrText>
        </w:r>
        <w:r w:rsidR="005C4CDE">
          <w:rPr>
            <w:noProof/>
            <w:webHidden/>
          </w:rPr>
        </w:r>
        <w:r w:rsidR="005C4CDE"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 w:rsidR="005C4CDE">
          <w:rPr>
            <w:noProof/>
            <w:webHidden/>
          </w:rPr>
          <w:fldChar w:fldCharType="end"/>
        </w:r>
      </w:hyperlink>
    </w:p>
    <w:p w14:paraId="0D700AF9" w14:textId="01B80819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64" w:history="1">
        <w:r w:rsidRPr="00395F0E">
          <w:rPr>
            <w:rStyle w:val="Hipercze"/>
            <w:smallCaps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61A08A" w14:textId="0DADB150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65" w:history="1">
        <w:r w:rsidRPr="00395F0E">
          <w:rPr>
            <w:rStyle w:val="Hipercze"/>
            <w:smallCaps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Opis zakresu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589CCF" w14:textId="24BC130A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66" w:history="1">
        <w:r w:rsidRPr="00395F0E">
          <w:rPr>
            <w:rStyle w:val="Hipercze"/>
            <w:smallCaps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Kluczowe daty realizacji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848066" w14:textId="6D68A8B5" w:rsidR="005C4CDE" w:rsidRDefault="005C4CDE">
      <w:pPr>
        <w:pStyle w:val="Spistreci1"/>
        <w:tabs>
          <w:tab w:val="left" w:pos="38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67" w:history="1">
        <w:r w:rsidRPr="00395F0E">
          <w:rPr>
            <w:rStyle w:val="Hipercze"/>
            <w:caps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caps/>
            <w:noProof/>
          </w:rPr>
          <w:t>Sprawy bieżące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3EA2AB" w14:textId="6DAFF50F" w:rsidR="005C4CDE" w:rsidRDefault="005C4CDE">
      <w:pPr>
        <w:pStyle w:val="Spistreci1"/>
        <w:tabs>
          <w:tab w:val="left" w:pos="38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68" w:history="1">
        <w:r w:rsidRPr="00395F0E">
          <w:rPr>
            <w:rStyle w:val="Hipercze"/>
            <w:iCs/>
            <w:smallCaps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iCs/>
            <w:smallCaps/>
            <w:noProof/>
          </w:rPr>
          <w:t>Zawansowanie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F35D40" w14:textId="04D5BB36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69" w:history="1">
        <w:r w:rsidRPr="00395F0E">
          <w:rPr>
            <w:rStyle w:val="Hipercze"/>
            <w:smallCaps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Stan umów zawartych przez Klienta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4D4601" w14:textId="215D3663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0" w:history="1">
        <w:r w:rsidRPr="00395F0E">
          <w:rPr>
            <w:rStyle w:val="Hipercze"/>
            <w:smallCaps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Dokumentacja projektowa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83619E" w14:textId="5AD7A550" w:rsidR="005C4CDE" w:rsidRDefault="005C4CDE">
      <w:pPr>
        <w:pStyle w:val="Spistreci2"/>
        <w:tabs>
          <w:tab w:val="left" w:pos="950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1" w:history="1">
        <w:r w:rsidRPr="00395F0E">
          <w:rPr>
            <w:rStyle w:val="Hipercze"/>
            <w:smallCaps/>
            <w:noProof/>
            <w:lang w:val="en-US"/>
          </w:rPr>
          <w:t>3.2.1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Projekt budowlany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44A84B" w14:textId="46965507" w:rsidR="005C4CDE" w:rsidRDefault="005C4CDE">
      <w:pPr>
        <w:pStyle w:val="Spistreci2"/>
        <w:tabs>
          <w:tab w:val="left" w:pos="950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2" w:history="1">
        <w:r w:rsidRPr="00395F0E">
          <w:rPr>
            <w:rStyle w:val="Hipercze"/>
            <w:smallCaps/>
            <w:noProof/>
            <w:lang w:val="en-US"/>
          </w:rPr>
          <w:t>3.2.2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Projekt wykonawczy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F8FA13" w14:textId="553513D4" w:rsidR="005C4CDE" w:rsidRDefault="005C4CDE">
      <w:pPr>
        <w:pStyle w:val="Spistreci2"/>
        <w:tabs>
          <w:tab w:val="left" w:pos="950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3" w:history="1">
        <w:r w:rsidRPr="00395F0E">
          <w:rPr>
            <w:rStyle w:val="Hipercze"/>
            <w:smallCaps/>
            <w:noProof/>
            <w:lang w:val="en-US"/>
          </w:rPr>
          <w:t>3.2.3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Dokumentacja powykonawcza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9E608D" w14:textId="607AE6D6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4" w:history="1">
        <w:r w:rsidRPr="00395F0E">
          <w:rPr>
            <w:rStyle w:val="Hipercze"/>
            <w:smallCaps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Uzyskanie pozwoleń administracyjnych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EADD28" w14:textId="3D46C7EB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5" w:history="1">
        <w:r w:rsidRPr="00395F0E">
          <w:rPr>
            <w:rStyle w:val="Hipercze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Postęp prac na budowie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3342DE" w14:textId="764EC11C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6" w:history="1">
        <w:r w:rsidRPr="00395F0E">
          <w:rPr>
            <w:rStyle w:val="Hipercze"/>
            <w:smallCaps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Odbiory i Rozruchy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98F15F" w14:textId="066C185D" w:rsidR="005C4CDE" w:rsidRDefault="005C4CDE">
      <w:pPr>
        <w:pStyle w:val="Spistreci1"/>
        <w:tabs>
          <w:tab w:val="left" w:pos="38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7" w:history="1">
        <w:r w:rsidRPr="00395F0E">
          <w:rPr>
            <w:rStyle w:val="Hipercze"/>
            <w:smallCaps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Bezpieczeństwo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70C898" w14:textId="2B642A4B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8" w:history="1">
        <w:r w:rsidRPr="00395F0E">
          <w:rPr>
            <w:rStyle w:val="Hipercze"/>
            <w:bCs/>
            <w:smallCaps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bCs/>
            <w:smallCaps/>
            <w:noProof/>
          </w:rPr>
          <w:t>Zarządzanie bezpieczeństwem (bhp)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9CC2517" w14:textId="5FCD7F14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79" w:history="1">
        <w:r w:rsidRPr="00395F0E">
          <w:rPr>
            <w:rStyle w:val="Hipercze"/>
            <w:smallCaps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Wypadki przy pracy (LTI)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B7D432" w14:textId="7BDF1590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0" w:history="1">
        <w:r w:rsidRPr="00395F0E">
          <w:rPr>
            <w:rStyle w:val="Hipercze"/>
            <w:smallCaps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Zdarzenia potencjalnie wypadkowe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547122" w14:textId="35207F6E" w:rsidR="005C4CDE" w:rsidRDefault="005C4CDE">
      <w:pPr>
        <w:pStyle w:val="Spistreci1"/>
        <w:tabs>
          <w:tab w:val="left" w:pos="38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1" w:history="1">
        <w:r w:rsidRPr="00395F0E">
          <w:rPr>
            <w:rStyle w:val="Hipercze"/>
            <w:iCs/>
            <w:smallCaps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iCs/>
            <w:smallCaps/>
            <w:noProof/>
          </w:rPr>
          <w:t>Jakość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84FF91" w14:textId="42DDD77C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2" w:history="1">
        <w:r w:rsidRPr="00395F0E">
          <w:rPr>
            <w:rStyle w:val="Hipercze"/>
            <w:smallCaps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Obszary wymagające szczególnej uwagi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4D2BD3" w14:textId="4F300E26" w:rsidR="005C4CDE" w:rsidRDefault="005C4CDE">
      <w:pPr>
        <w:pStyle w:val="Spistreci2"/>
        <w:tabs>
          <w:tab w:val="left" w:pos="950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3" w:history="1">
        <w:r w:rsidRPr="00395F0E">
          <w:rPr>
            <w:rStyle w:val="Hipercze"/>
            <w:smallCaps/>
            <w:noProof/>
          </w:rPr>
          <w:t>5.1.1.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Sposoby zapewnienia jakości i osoby odpowiedzialne za nadzór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9728CE" w14:textId="4950373A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4" w:history="1">
        <w:r w:rsidRPr="00395F0E">
          <w:rPr>
            <w:rStyle w:val="Hipercze"/>
            <w:bCs/>
            <w:smallCaps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PROTOKOŁY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051093" w14:textId="76CFF05F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5" w:history="1">
        <w:r w:rsidRPr="00395F0E">
          <w:rPr>
            <w:rStyle w:val="Hipercze"/>
            <w:bCs/>
            <w:smallCaps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Wady i usterki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59918C" w14:textId="5B3D87AD" w:rsidR="005C4CDE" w:rsidRDefault="005C4CDE">
      <w:pPr>
        <w:pStyle w:val="Spistreci1"/>
        <w:tabs>
          <w:tab w:val="left" w:pos="38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6" w:history="1">
        <w:r w:rsidRPr="00395F0E">
          <w:rPr>
            <w:rStyle w:val="Hipercze"/>
            <w:iCs/>
            <w:smallCaps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iCs/>
            <w:smallCaps/>
            <w:noProof/>
          </w:rPr>
          <w:t>Zaawansowanie finansowe i roszczenia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317FE6" w14:textId="049227FB" w:rsidR="005C4CDE" w:rsidRDefault="005C4CDE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7" w:history="1">
        <w:r w:rsidRPr="00395F0E">
          <w:rPr>
            <w:rStyle w:val="Hipercze"/>
            <w:smallCaps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Stan rozliczeń szczegółowy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0484CE" w14:textId="0BEFA786" w:rsidR="005C4CDE" w:rsidRDefault="005C4CDE">
      <w:pPr>
        <w:pStyle w:val="Spistreci2"/>
        <w:tabs>
          <w:tab w:val="left" w:pos="950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8" w:history="1">
        <w:r w:rsidRPr="00395F0E">
          <w:rPr>
            <w:rStyle w:val="Hipercze"/>
            <w:noProof/>
          </w:rPr>
          <w:t>6.1.1.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noProof/>
          </w:rPr>
          <w:t>Zmiany zakresów - zestawienie WoZ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679C0A" w14:textId="3D67F171" w:rsidR="005C4CDE" w:rsidRDefault="005C4CDE">
      <w:pPr>
        <w:pStyle w:val="Spistreci2"/>
        <w:tabs>
          <w:tab w:val="left" w:pos="950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89" w:history="1">
        <w:r w:rsidRPr="00395F0E">
          <w:rPr>
            <w:rStyle w:val="Hipercze"/>
            <w:smallCaps/>
            <w:noProof/>
          </w:rPr>
          <w:t>6.1.2.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Prognozowane Zmiany zakresów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5DA173B" w14:textId="210C3697" w:rsidR="005C4CDE" w:rsidRDefault="005C4CDE">
      <w:pPr>
        <w:pStyle w:val="Spistreci1"/>
        <w:tabs>
          <w:tab w:val="left" w:pos="57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90" w:history="1">
        <w:r w:rsidRPr="00395F0E">
          <w:rPr>
            <w:rStyle w:val="Hipercze"/>
            <w:smallCaps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Harmonogram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BA05FB" w14:textId="7A9E41B7" w:rsidR="005C4CDE" w:rsidRDefault="005C4CDE">
      <w:pPr>
        <w:pStyle w:val="Spistreci1"/>
        <w:tabs>
          <w:tab w:val="left" w:pos="57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91" w:history="1">
        <w:r w:rsidRPr="00395F0E">
          <w:rPr>
            <w:rStyle w:val="Hipercze"/>
            <w:smallCaps/>
            <w:noProof/>
          </w:rPr>
          <w:t>7.1.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Harmonogram GW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8435F7" w14:textId="10EBF50D" w:rsidR="005C4CDE" w:rsidRDefault="005C4CDE">
      <w:pPr>
        <w:pStyle w:val="Spistreci1"/>
        <w:tabs>
          <w:tab w:val="left" w:pos="57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92" w:history="1">
        <w:r w:rsidRPr="00395F0E">
          <w:rPr>
            <w:rStyle w:val="Hipercze"/>
            <w:smallCaps/>
            <w:noProof/>
          </w:rPr>
          <w:t>7.2.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Harmonogram 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4171F06" w14:textId="68149452" w:rsidR="005C4CDE" w:rsidRDefault="005C4CDE">
      <w:pPr>
        <w:pStyle w:val="Spistreci1"/>
        <w:tabs>
          <w:tab w:val="left" w:pos="57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93" w:history="1">
        <w:r w:rsidRPr="00395F0E">
          <w:rPr>
            <w:rStyle w:val="Hipercze"/>
            <w:iCs/>
            <w:smallCaps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iCs/>
            <w:smallCaps/>
            <w:noProof/>
          </w:rPr>
          <w:t>Analiza ryzyka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60DD7EF" w14:textId="07FE0DF6" w:rsidR="005C4CDE" w:rsidRDefault="005C4CDE">
      <w:pPr>
        <w:pStyle w:val="Spistreci1"/>
        <w:tabs>
          <w:tab w:val="left" w:pos="57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94" w:history="1">
        <w:r w:rsidRPr="00395F0E">
          <w:rPr>
            <w:rStyle w:val="Hipercze"/>
            <w:smallCaps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Inne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21D2D9" w14:textId="5F5DC3A0" w:rsidR="005C4CDE" w:rsidRDefault="005C4CDE">
      <w:pPr>
        <w:pStyle w:val="Spistreci1"/>
        <w:tabs>
          <w:tab w:val="left" w:pos="57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95" w:history="1">
        <w:r w:rsidRPr="00395F0E">
          <w:rPr>
            <w:rStyle w:val="Hipercze"/>
            <w:smallCaps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smallCaps/>
            <w:noProof/>
          </w:rPr>
          <w:t>Dokumentacja zdjęciowa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A2C5AB" w14:textId="0596561D" w:rsidR="005C4CDE" w:rsidRDefault="005C4CDE">
      <w:pPr>
        <w:pStyle w:val="Spistreci1"/>
        <w:tabs>
          <w:tab w:val="left" w:pos="570"/>
          <w:tab w:val="right" w:leader="dot" w:pos="10224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7973096" w:history="1">
        <w:r w:rsidRPr="00395F0E">
          <w:rPr>
            <w:rStyle w:val="Hipercze"/>
            <w:iCs/>
            <w:smallCaps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395F0E">
          <w:rPr>
            <w:rStyle w:val="Hipercze"/>
            <w:iCs/>
            <w:smallCaps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_Toc207973096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5BE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0DDE3" w14:textId="47860E42" w:rsidR="00E84D5F" w:rsidRPr="007E00C1" w:rsidRDefault="00B10B79" w:rsidP="00B10B79">
      <w:pPr>
        <w:rPr>
          <w:rFonts w:cs="Arial"/>
          <w:sz w:val="22"/>
          <w:szCs w:val="22"/>
          <w:lang w:eastAsia="nl-NL"/>
        </w:rPr>
      </w:pPr>
      <w:r w:rsidRPr="007E00C1">
        <w:rPr>
          <w:rFonts w:cs="Arial"/>
          <w:sz w:val="22"/>
          <w:szCs w:val="22"/>
          <w:lang w:eastAsia="nl-NL"/>
        </w:rPr>
        <w:fldChar w:fldCharType="end"/>
      </w:r>
      <w:bookmarkStart w:id="1" w:name="_Toc306360408"/>
      <w:bookmarkEnd w:id="1"/>
    </w:p>
    <w:p w14:paraId="388EA904" w14:textId="281D5CE1" w:rsidR="00B10B79" w:rsidRPr="007E00C1" w:rsidRDefault="00B10B79" w:rsidP="00B10B79">
      <w:pPr>
        <w:rPr>
          <w:rFonts w:cs="Arial"/>
          <w:b/>
          <w:sz w:val="16"/>
          <w:szCs w:val="16"/>
          <w:lang w:eastAsia="nl-NL"/>
        </w:rPr>
      </w:pPr>
      <w:r w:rsidRPr="007E00C1">
        <w:rPr>
          <w:rFonts w:cs="Arial"/>
          <w:b/>
          <w:sz w:val="16"/>
          <w:szCs w:val="16"/>
          <w:lang w:eastAsia="nl-NL"/>
        </w:rPr>
        <w:t>Skróty użyte w raporcie:</w:t>
      </w:r>
    </w:p>
    <w:p w14:paraId="1F7AB3B0" w14:textId="65936D99" w:rsidR="00E02C22" w:rsidRPr="007E00C1" w:rsidRDefault="00B642D3" w:rsidP="00B10B79">
      <w:pPr>
        <w:rPr>
          <w:rFonts w:cs="Arial"/>
          <w:sz w:val="16"/>
          <w:szCs w:val="16"/>
          <w:lang w:eastAsia="nl-NL"/>
        </w:rPr>
      </w:pPr>
      <w:r w:rsidRPr="007E00C1">
        <w:rPr>
          <w:rFonts w:cs="Arial"/>
          <w:b/>
          <w:sz w:val="16"/>
          <w:szCs w:val="16"/>
          <w:lang w:eastAsia="nl-NL"/>
        </w:rPr>
        <w:t>Loconi</w:t>
      </w:r>
      <w:r w:rsidR="00E02C22" w:rsidRPr="007E00C1">
        <w:rPr>
          <w:rFonts w:cs="Arial"/>
          <w:b/>
          <w:sz w:val="16"/>
          <w:szCs w:val="16"/>
          <w:lang w:eastAsia="nl-NL"/>
        </w:rPr>
        <w:t xml:space="preserve"> –</w:t>
      </w:r>
      <w:r w:rsidR="00E02C22" w:rsidRPr="007E00C1">
        <w:rPr>
          <w:rFonts w:cs="Arial"/>
          <w:sz w:val="16"/>
          <w:szCs w:val="16"/>
          <w:lang w:eastAsia="nl-NL"/>
        </w:rPr>
        <w:t xml:space="preserve"> </w:t>
      </w:r>
      <w:r w:rsidRPr="007E00C1">
        <w:rPr>
          <w:rFonts w:cs="Arial"/>
          <w:sz w:val="16"/>
          <w:szCs w:val="16"/>
          <w:lang w:eastAsia="nl-NL"/>
        </w:rPr>
        <w:t>LOCONI INTERMODAL S.A.</w:t>
      </w:r>
    </w:p>
    <w:p w14:paraId="4F675C89" w14:textId="699812D4" w:rsidR="009F34E8" w:rsidRPr="007E00C1" w:rsidRDefault="009F34E8">
      <w:pPr>
        <w:spacing w:line="240" w:lineRule="auto"/>
        <w:jc w:val="left"/>
        <w:rPr>
          <w:rFonts w:cs="Arial"/>
          <w:sz w:val="16"/>
          <w:szCs w:val="16"/>
        </w:rPr>
      </w:pPr>
      <w:r w:rsidRPr="007E00C1">
        <w:rPr>
          <w:rFonts w:cs="Arial"/>
          <w:sz w:val="16"/>
          <w:szCs w:val="16"/>
        </w:rPr>
        <w:br w:type="page"/>
      </w:r>
    </w:p>
    <w:p w14:paraId="00CC6B3A" w14:textId="742D4E22" w:rsidR="00325F27" w:rsidRPr="007E00C1" w:rsidRDefault="00032E45" w:rsidP="00D149D1">
      <w:pPr>
        <w:pStyle w:val="Nagwek1"/>
        <w:numPr>
          <w:ilvl w:val="0"/>
          <w:numId w:val="0"/>
        </w:numPr>
        <w:tabs>
          <w:tab w:val="clear" w:pos="737"/>
        </w:tabs>
        <w:rPr>
          <w:sz w:val="28"/>
          <w:szCs w:val="28"/>
        </w:rPr>
      </w:pPr>
      <w:bookmarkStart w:id="2" w:name="_Toc207973063"/>
      <w:r w:rsidRPr="1C8D4506">
        <w:rPr>
          <w:sz w:val="28"/>
          <w:szCs w:val="28"/>
        </w:rPr>
        <w:lastRenderedPageBreak/>
        <w:t>PODSUMOWANIE</w:t>
      </w:r>
      <w:r w:rsidRPr="1C8D4506">
        <w:rPr>
          <w:caps/>
          <w:sz w:val="28"/>
          <w:szCs w:val="28"/>
        </w:rPr>
        <w:t xml:space="preserve"> / </w:t>
      </w:r>
      <w:r w:rsidR="00325F27" w:rsidRPr="1C8D4506">
        <w:rPr>
          <w:caps/>
          <w:sz w:val="28"/>
          <w:szCs w:val="28"/>
        </w:rPr>
        <w:t>Summary</w:t>
      </w:r>
      <w:bookmarkEnd w:id="2"/>
      <w:r w:rsidR="00325F27" w:rsidRPr="1C8D4506">
        <w:rPr>
          <w:caps/>
          <w:sz w:val="28"/>
          <w:szCs w:val="28"/>
        </w:rPr>
        <w:t xml:space="preserve"> </w:t>
      </w:r>
    </w:p>
    <w:tbl>
      <w:tblPr>
        <w:tblStyle w:val="Tabela-Siatka"/>
        <w:tblW w:w="0" w:type="auto"/>
        <w:tblInd w:w="737" w:type="dxa"/>
        <w:tblLayout w:type="fixed"/>
        <w:tblLook w:val="06A0" w:firstRow="1" w:lastRow="0" w:firstColumn="1" w:lastColumn="0" w:noHBand="1" w:noVBand="1"/>
      </w:tblPr>
      <w:tblGrid>
        <w:gridCol w:w="3165"/>
        <w:gridCol w:w="3165"/>
        <w:gridCol w:w="3165"/>
      </w:tblGrid>
      <w:tr w:rsidR="1C8D4506" w14:paraId="5705A777" w14:textId="77777777" w:rsidTr="1C8D4506">
        <w:trPr>
          <w:trHeight w:val="300"/>
        </w:trPr>
        <w:tc>
          <w:tcPr>
            <w:tcW w:w="3165" w:type="dxa"/>
          </w:tcPr>
          <w:p w14:paraId="266B2A37" w14:textId="56CE4F22" w:rsidR="7D683FD3" w:rsidRDefault="7D683FD3" w:rsidP="00235412">
            <w:pPr>
              <w:pStyle w:val="Wcicienormalne"/>
            </w:pPr>
            <w:r>
              <w:t>Temat</w:t>
            </w:r>
          </w:p>
        </w:tc>
        <w:tc>
          <w:tcPr>
            <w:tcW w:w="3165" w:type="dxa"/>
          </w:tcPr>
          <w:p w14:paraId="792933E2" w14:textId="3B4F3685" w:rsidR="7D683FD3" w:rsidRDefault="7D683FD3" w:rsidP="00235412">
            <w:pPr>
              <w:pStyle w:val="Wcicienormalne"/>
            </w:pPr>
            <w:r>
              <w:t>Opis</w:t>
            </w:r>
          </w:p>
        </w:tc>
        <w:tc>
          <w:tcPr>
            <w:tcW w:w="3165" w:type="dxa"/>
          </w:tcPr>
          <w:p w14:paraId="4C42FAEF" w14:textId="5A1D630E" w:rsidR="7D683FD3" w:rsidRDefault="7D683FD3" w:rsidP="00235412">
            <w:pPr>
              <w:pStyle w:val="Wcicienormalne"/>
            </w:pPr>
            <w:r>
              <w:t>Status</w:t>
            </w:r>
          </w:p>
        </w:tc>
      </w:tr>
      <w:tr w:rsidR="1C8D4506" w14:paraId="50CCAD59" w14:textId="77777777" w:rsidTr="1C8D4506">
        <w:trPr>
          <w:trHeight w:val="300"/>
        </w:trPr>
        <w:tc>
          <w:tcPr>
            <w:tcW w:w="3165" w:type="dxa"/>
          </w:tcPr>
          <w:p w14:paraId="6572F65A" w14:textId="3FE9D5AF" w:rsidR="1C8D4506" w:rsidRDefault="1C8D4506" w:rsidP="00235412">
            <w:pPr>
              <w:pStyle w:val="Wcicienormalne"/>
            </w:pPr>
          </w:p>
        </w:tc>
        <w:tc>
          <w:tcPr>
            <w:tcW w:w="3165" w:type="dxa"/>
          </w:tcPr>
          <w:p w14:paraId="43EA51D6" w14:textId="3FE9D5AF" w:rsidR="1C8D4506" w:rsidRDefault="1C8D4506" w:rsidP="00235412">
            <w:pPr>
              <w:pStyle w:val="Wcicienormalne"/>
            </w:pPr>
          </w:p>
        </w:tc>
        <w:tc>
          <w:tcPr>
            <w:tcW w:w="3165" w:type="dxa"/>
          </w:tcPr>
          <w:p w14:paraId="4D7338D8" w14:textId="3FE9D5AF" w:rsidR="1C8D4506" w:rsidRDefault="1C8D4506" w:rsidP="00235412">
            <w:pPr>
              <w:pStyle w:val="Wcicienormalne"/>
            </w:pPr>
          </w:p>
        </w:tc>
      </w:tr>
      <w:tr w:rsidR="1C8D4506" w14:paraId="647B4DC7" w14:textId="77777777" w:rsidTr="1C8D4506">
        <w:trPr>
          <w:trHeight w:val="300"/>
        </w:trPr>
        <w:tc>
          <w:tcPr>
            <w:tcW w:w="3165" w:type="dxa"/>
          </w:tcPr>
          <w:p w14:paraId="6EBADBC0" w14:textId="3FE9D5AF" w:rsidR="1C8D4506" w:rsidRDefault="1C8D4506" w:rsidP="00235412">
            <w:pPr>
              <w:pStyle w:val="Wcicienormalne"/>
            </w:pPr>
          </w:p>
        </w:tc>
        <w:tc>
          <w:tcPr>
            <w:tcW w:w="3165" w:type="dxa"/>
          </w:tcPr>
          <w:p w14:paraId="3FC16A38" w14:textId="3FE9D5AF" w:rsidR="1C8D4506" w:rsidRDefault="1C8D4506" w:rsidP="00235412">
            <w:pPr>
              <w:pStyle w:val="Wcicienormalne"/>
            </w:pPr>
          </w:p>
        </w:tc>
        <w:tc>
          <w:tcPr>
            <w:tcW w:w="3165" w:type="dxa"/>
          </w:tcPr>
          <w:p w14:paraId="3C17ABDB" w14:textId="3FE9D5AF" w:rsidR="1C8D4506" w:rsidRDefault="1C8D4506" w:rsidP="00235412">
            <w:pPr>
              <w:pStyle w:val="Wcicienormalne"/>
            </w:pPr>
          </w:p>
        </w:tc>
      </w:tr>
      <w:tr w:rsidR="1C8D4506" w14:paraId="5760F0C7" w14:textId="77777777" w:rsidTr="1C8D4506">
        <w:trPr>
          <w:trHeight w:val="300"/>
        </w:trPr>
        <w:tc>
          <w:tcPr>
            <w:tcW w:w="3165" w:type="dxa"/>
          </w:tcPr>
          <w:p w14:paraId="48889E97" w14:textId="3FE9D5AF" w:rsidR="1C8D4506" w:rsidRDefault="1C8D4506" w:rsidP="00235412">
            <w:pPr>
              <w:pStyle w:val="Wcicienormalne"/>
            </w:pPr>
          </w:p>
        </w:tc>
        <w:tc>
          <w:tcPr>
            <w:tcW w:w="3165" w:type="dxa"/>
          </w:tcPr>
          <w:p w14:paraId="2D6BF4B4" w14:textId="3FE9D5AF" w:rsidR="1C8D4506" w:rsidRDefault="1C8D4506" w:rsidP="00235412">
            <w:pPr>
              <w:pStyle w:val="Wcicienormalne"/>
            </w:pPr>
          </w:p>
        </w:tc>
        <w:tc>
          <w:tcPr>
            <w:tcW w:w="3165" w:type="dxa"/>
          </w:tcPr>
          <w:p w14:paraId="2C6B7493" w14:textId="3FE9D5AF" w:rsidR="1C8D4506" w:rsidRDefault="1C8D4506" w:rsidP="00235412">
            <w:pPr>
              <w:pStyle w:val="Wcicienormalne"/>
            </w:pPr>
          </w:p>
        </w:tc>
      </w:tr>
      <w:tr w:rsidR="1C8D4506" w14:paraId="6A7A92B2" w14:textId="77777777" w:rsidTr="1C8D4506">
        <w:trPr>
          <w:trHeight w:val="300"/>
        </w:trPr>
        <w:tc>
          <w:tcPr>
            <w:tcW w:w="3165" w:type="dxa"/>
          </w:tcPr>
          <w:p w14:paraId="1EC97340" w14:textId="3FE9D5AF" w:rsidR="1C8D4506" w:rsidRDefault="1C8D4506" w:rsidP="1C8D4506">
            <w:pPr>
              <w:pStyle w:val="Wcicienormalne"/>
            </w:pPr>
          </w:p>
        </w:tc>
        <w:tc>
          <w:tcPr>
            <w:tcW w:w="3165" w:type="dxa"/>
          </w:tcPr>
          <w:p w14:paraId="57D611CB" w14:textId="3FE9D5AF" w:rsidR="1C8D4506" w:rsidRDefault="1C8D4506" w:rsidP="1C8D4506">
            <w:pPr>
              <w:pStyle w:val="Wcicienormalne"/>
            </w:pPr>
          </w:p>
        </w:tc>
        <w:tc>
          <w:tcPr>
            <w:tcW w:w="3165" w:type="dxa"/>
          </w:tcPr>
          <w:p w14:paraId="55FD033A" w14:textId="3FE9D5AF" w:rsidR="1C8D4506" w:rsidRDefault="1C8D4506" w:rsidP="1C8D4506">
            <w:pPr>
              <w:pStyle w:val="Wcicienormalne"/>
            </w:pPr>
          </w:p>
        </w:tc>
      </w:tr>
    </w:tbl>
    <w:p w14:paraId="7FE76C84" w14:textId="1B66F4B8" w:rsidR="00B804AF" w:rsidRDefault="00B804AF" w:rsidP="1C8D4506">
      <w:pPr>
        <w:spacing w:line="240" w:lineRule="auto"/>
        <w:jc w:val="left"/>
        <w:rPr>
          <w:rFonts w:cs="Arial"/>
          <w:i/>
          <w:iCs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1425"/>
        <w:gridCol w:w="6540"/>
      </w:tblGrid>
      <w:tr w:rsidR="1C8D4506" w14:paraId="7F4C9C16" w14:textId="77777777" w:rsidTr="00235412">
        <w:trPr>
          <w:trHeight w:val="300"/>
        </w:trPr>
        <w:tc>
          <w:tcPr>
            <w:tcW w:w="1425" w:type="dxa"/>
            <w:shd w:val="clear" w:color="auto" w:fill="92D050"/>
          </w:tcPr>
          <w:p w14:paraId="67140FD5" w14:textId="554213D1" w:rsidR="1C8D4506" w:rsidRDefault="1C8D4506" w:rsidP="1C8D4506">
            <w:pPr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6540" w:type="dxa"/>
          </w:tcPr>
          <w:p w14:paraId="34B0FCB5" w14:textId="727E2E35" w:rsidR="351E2AD3" w:rsidRDefault="351E2AD3" w:rsidP="1C8D4506">
            <w:pPr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</w:pPr>
            <w:r w:rsidRPr="1C8D4506"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  <w:t>Zgodnie z planem</w:t>
            </w:r>
          </w:p>
        </w:tc>
      </w:tr>
      <w:tr w:rsidR="1C8D4506" w14:paraId="57437333" w14:textId="77777777" w:rsidTr="00235412">
        <w:trPr>
          <w:trHeight w:val="300"/>
        </w:trPr>
        <w:tc>
          <w:tcPr>
            <w:tcW w:w="1425" w:type="dxa"/>
            <w:shd w:val="clear" w:color="auto" w:fill="FFC000"/>
          </w:tcPr>
          <w:p w14:paraId="687C83F4" w14:textId="29BC614D" w:rsidR="1C8D4506" w:rsidRDefault="1C8D4506" w:rsidP="1C8D4506">
            <w:pPr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6540" w:type="dxa"/>
          </w:tcPr>
          <w:p w14:paraId="5A605A14" w14:textId="0E2A68E9" w:rsidR="351E2AD3" w:rsidRDefault="351E2AD3" w:rsidP="1C8D4506">
            <w:pPr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</w:pPr>
            <w:r w:rsidRPr="1C8D4506"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  <w:t>Z drobnymi odchyleniami od planu</w:t>
            </w:r>
            <w:r w:rsidR="00235412"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1C8D4506" w14:paraId="5A298FE4" w14:textId="77777777" w:rsidTr="00235412">
        <w:trPr>
          <w:trHeight w:val="300"/>
        </w:trPr>
        <w:tc>
          <w:tcPr>
            <w:tcW w:w="1425" w:type="dxa"/>
            <w:shd w:val="clear" w:color="auto" w:fill="FF0000"/>
          </w:tcPr>
          <w:p w14:paraId="518DEFC7" w14:textId="29BC614D" w:rsidR="1C8D4506" w:rsidRDefault="1C8D4506" w:rsidP="1C8D4506">
            <w:pPr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6540" w:type="dxa"/>
          </w:tcPr>
          <w:p w14:paraId="0390BF11" w14:textId="789971B5" w:rsidR="351E2AD3" w:rsidRDefault="351E2AD3" w:rsidP="1C8D4506">
            <w:pPr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</w:pPr>
            <w:r w:rsidRPr="1C8D4506">
              <w:rPr>
                <w:rFonts w:cs="Arial"/>
                <w:i/>
                <w:iCs/>
                <w:color w:val="000000" w:themeColor="text1"/>
                <w:sz w:val="18"/>
                <w:szCs w:val="18"/>
              </w:rPr>
              <w:t>Ze znacznymi odchyleniami od planu</w:t>
            </w:r>
          </w:p>
        </w:tc>
      </w:tr>
    </w:tbl>
    <w:p w14:paraId="72587A05" w14:textId="58E0F009" w:rsidR="1C8D4506" w:rsidRDefault="1C8D4506" w:rsidP="1C8D4506">
      <w:pPr>
        <w:spacing w:line="240" w:lineRule="auto"/>
        <w:jc w:val="left"/>
        <w:rPr>
          <w:rFonts w:cs="Arial"/>
          <w:i/>
          <w:iCs/>
          <w:color w:val="000000" w:themeColor="text1"/>
          <w:sz w:val="18"/>
          <w:szCs w:val="18"/>
        </w:rPr>
      </w:pPr>
    </w:p>
    <w:p w14:paraId="47F7691F" w14:textId="1BEFE73E" w:rsidR="1C8D4506" w:rsidRDefault="1C8D4506" w:rsidP="1C8D4506">
      <w:pPr>
        <w:spacing w:line="240" w:lineRule="auto"/>
        <w:jc w:val="left"/>
        <w:rPr>
          <w:rFonts w:cs="Arial"/>
          <w:i/>
          <w:iCs/>
          <w:color w:val="000000" w:themeColor="text1"/>
          <w:sz w:val="18"/>
          <w:szCs w:val="18"/>
        </w:rPr>
      </w:pPr>
    </w:p>
    <w:p w14:paraId="720C8BC0" w14:textId="2520BC6A" w:rsidR="1C8D4506" w:rsidRDefault="1C8D4506" w:rsidP="1C8D4506">
      <w:pPr>
        <w:spacing w:line="240" w:lineRule="auto"/>
        <w:jc w:val="left"/>
        <w:rPr>
          <w:rFonts w:cs="Arial"/>
          <w:i/>
          <w:iCs/>
          <w:color w:val="000000" w:themeColor="text1"/>
          <w:sz w:val="18"/>
          <w:szCs w:val="18"/>
        </w:rPr>
      </w:pPr>
    </w:p>
    <w:p w14:paraId="301A80C1" w14:textId="07ECB418" w:rsidR="008B2070" w:rsidRPr="007E00C1" w:rsidRDefault="008B2070" w:rsidP="006A51E9">
      <w:pPr>
        <w:pStyle w:val="Nagwek2"/>
        <w:numPr>
          <w:ilvl w:val="1"/>
          <w:numId w:val="6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3" w:name="_Toc207973064"/>
      <w:r w:rsidRPr="007E00C1">
        <w:rPr>
          <w:smallCaps/>
          <w:sz w:val="24"/>
          <w:szCs w:val="24"/>
        </w:rPr>
        <w:t>WSTĘP</w:t>
      </w:r>
      <w:bookmarkStart w:id="4" w:name="_Toc19691119"/>
      <w:bookmarkEnd w:id="3"/>
      <w:r w:rsidR="00A03903" w:rsidRPr="007E00C1">
        <w:rPr>
          <w:smallCaps/>
          <w:sz w:val="24"/>
          <w:szCs w:val="24"/>
        </w:rPr>
        <w:t xml:space="preserve"> </w:t>
      </w:r>
      <w:bookmarkEnd w:id="4"/>
    </w:p>
    <w:p w14:paraId="40D96A57" w14:textId="2041C417" w:rsidR="00325F27" w:rsidRPr="007E00C1" w:rsidRDefault="00111C56" w:rsidP="005B511F">
      <w:pPr>
        <w:pStyle w:val="Nagwek2"/>
        <w:numPr>
          <w:ilvl w:val="1"/>
          <w:numId w:val="6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5" w:name="_Toc207973065"/>
      <w:r w:rsidRPr="007E00C1">
        <w:rPr>
          <w:smallCaps/>
          <w:sz w:val="24"/>
          <w:szCs w:val="24"/>
        </w:rPr>
        <w:t>Opis zakresu projektu</w:t>
      </w:r>
      <w:bookmarkEnd w:id="5"/>
      <w:r w:rsidRPr="007E00C1">
        <w:rPr>
          <w:smallCaps/>
          <w:sz w:val="24"/>
          <w:szCs w:val="24"/>
        </w:rPr>
        <w:t xml:space="preserve"> </w:t>
      </w:r>
    </w:p>
    <w:p w14:paraId="518D6A40" w14:textId="6607AE40" w:rsidR="00111C56" w:rsidRPr="007E00C1" w:rsidRDefault="00111C56" w:rsidP="00111C56">
      <w:pPr>
        <w:pStyle w:val="Wcicienormalne"/>
        <w:rPr>
          <w:rFonts w:cs="Arial"/>
        </w:rPr>
      </w:pPr>
    </w:p>
    <w:p w14:paraId="319BA844" w14:textId="42648F2A" w:rsidR="00111C56" w:rsidRPr="007E00C1" w:rsidRDefault="00111C56" w:rsidP="005B511F">
      <w:pPr>
        <w:pStyle w:val="Nagwek2"/>
        <w:numPr>
          <w:ilvl w:val="1"/>
          <w:numId w:val="6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6" w:name="_Toc207973066"/>
      <w:r w:rsidRPr="007E00C1">
        <w:rPr>
          <w:smallCaps/>
          <w:sz w:val="24"/>
          <w:szCs w:val="24"/>
        </w:rPr>
        <w:t>Kluczowe daty realizacji Inwestycji</w:t>
      </w:r>
      <w:bookmarkEnd w:id="6"/>
      <w:r w:rsidR="00325F27" w:rsidRPr="007E00C1">
        <w:rPr>
          <w:smallCaps/>
          <w:sz w:val="24"/>
          <w:szCs w:val="24"/>
        </w:rPr>
        <w:t xml:space="preserve"> </w:t>
      </w:r>
    </w:p>
    <w:p w14:paraId="72DF5B0C" w14:textId="53775B22" w:rsidR="009665F5" w:rsidRPr="007E00C1" w:rsidRDefault="00FD2168" w:rsidP="00FD2168">
      <w:pPr>
        <w:pStyle w:val="Wcicienormalne"/>
        <w:rPr>
          <w:rFonts w:cs="Arial"/>
          <w:i/>
        </w:rPr>
      </w:pPr>
      <w:r w:rsidRPr="007E00C1">
        <w:rPr>
          <w:rFonts w:cs="Arial"/>
        </w:rPr>
        <w:t>-</w:t>
      </w:r>
    </w:p>
    <w:p w14:paraId="79E12B2C" w14:textId="5CE9F62D" w:rsidR="009665F5" w:rsidRPr="007E00C1" w:rsidRDefault="009665F5" w:rsidP="009665F5">
      <w:pPr>
        <w:pStyle w:val="Wcicienormalne"/>
        <w:rPr>
          <w:rFonts w:cs="Arial"/>
        </w:rPr>
      </w:pPr>
    </w:p>
    <w:p w14:paraId="4523EE78" w14:textId="3104F544" w:rsidR="009665F5" w:rsidRPr="007E00C1" w:rsidRDefault="009665F5" w:rsidP="005B511F">
      <w:pPr>
        <w:pStyle w:val="Nagwek1"/>
        <w:numPr>
          <w:ilvl w:val="0"/>
          <w:numId w:val="6"/>
        </w:numPr>
        <w:ind w:left="0" w:firstLine="0"/>
        <w:rPr>
          <w:caps/>
          <w:sz w:val="22"/>
          <w:szCs w:val="22"/>
        </w:rPr>
      </w:pPr>
      <w:bookmarkStart w:id="7" w:name="_Toc207973067"/>
      <w:bookmarkStart w:id="8" w:name="_Toc19691121"/>
      <w:r w:rsidRPr="007E00C1">
        <w:rPr>
          <w:caps/>
          <w:sz w:val="22"/>
          <w:szCs w:val="22"/>
        </w:rPr>
        <w:t>Sprawy bieżące</w:t>
      </w:r>
      <w:bookmarkEnd w:id="7"/>
      <w:r w:rsidRPr="007E00C1">
        <w:rPr>
          <w:caps/>
          <w:sz w:val="22"/>
          <w:szCs w:val="22"/>
        </w:rPr>
        <w:t xml:space="preserve"> </w:t>
      </w:r>
      <w:bookmarkEnd w:id="8"/>
    </w:p>
    <w:tbl>
      <w:tblPr>
        <w:tblW w:w="94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2505"/>
        <w:gridCol w:w="6379"/>
      </w:tblGrid>
      <w:tr w:rsidR="00FB696B" w:rsidRPr="007E00C1" w14:paraId="49F9228E" w14:textId="77777777" w:rsidTr="00CF67D0">
        <w:trPr>
          <w:trHeight w:val="470"/>
        </w:trPr>
        <w:tc>
          <w:tcPr>
            <w:tcW w:w="538" w:type="dxa"/>
            <w:shd w:val="clear" w:color="auto" w:fill="D9D9D9" w:themeFill="background1" w:themeFillShade="D9"/>
            <w:noWrap/>
            <w:vAlign w:val="center"/>
            <w:hideMark/>
          </w:tcPr>
          <w:p w14:paraId="43AAD5B6" w14:textId="23E2FEC7" w:rsidR="00FB696B" w:rsidRPr="007E00C1" w:rsidRDefault="00FB696B" w:rsidP="00FB696B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000000"/>
                <w:sz w:val="18"/>
                <w:szCs w:val="19"/>
              </w:rPr>
            </w:pPr>
            <w:r w:rsidRPr="007E00C1">
              <w:rPr>
                <w:rFonts w:cs="Arial"/>
                <w:b/>
                <w:bCs/>
                <w:i/>
                <w:iCs/>
                <w:color w:val="000000"/>
                <w:sz w:val="18"/>
                <w:szCs w:val="19"/>
              </w:rPr>
              <w:t>Nr</w:t>
            </w:r>
          </w:p>
        </w:tc>
        <w:tc>
          <w:tcPr>
            <w:tcW w:w="2505" w:type="dxa"/>
            <w:shd w:val="clear" w:color="auto" w:fill="D9D9D9" w:themeFill="background1" w:themeFillShade="D9"/>
            <w:noWrap/>
            <w:vAlign w:val="center"/>
            <w:hideMark/>
          </w:tcPr>
          <w:p w14:paraId="0BD58E72" w14:textId="563B3103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000000"/>
                <w:sz w:val="18"/>
                <w:szCs w:val="19"/>
              </w:rPr>
            </w:pPr>
            <w:r w:rsidRPr="007E00C1">
              <w:rPr>
                <w:rFonts w:cs="Arial"/>
                <w:b/>
                <w:bCs/>
                <w:i/>
                <w:iCs/>
                <w:color w:val="000000"/>
                <w:sz w:val="18"/>
                <w:szCs w:val="19"/>
              </w:rPr>
              <w:t>Temat</w:t>
            </w:r>
          </w:p>
        </w:tc>
        <w:tc>
          <w:tcPr>
            <w:tcW w:w="6379" w:type="dxa"/>
            <w:shd w:val="clear" w:color="auto" w:fill="D9D9D9" w:themeFill="background1" w:themeFillShade="D9"/>
            <w:noWrap/>
            <w:vAlign w:val="center"/>
            <w:hideMark/>
          </w:tcPr>
          <w:p w14:paraId="1AC67166" w14:textId="77777777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  <w:i/>
                <w:color w:val="000000"/>
                <w:sz w:val="18"/>
                <w:szCs w:val="19"/>
              </w:rPr>
            </w:pPr>
            <w:r w:rsidRPr="007E00C1">
              <w:rPr>
                <w:rFonts w:cs="Arial"/>
                <w:b/>
                <w:bCs/>
                <w:i/>
                <w:iCs/>
                <w:color w:val="000000"/>
                <w:sz w:val="18"/>
                <w:szCs w:val="19"/>
              </w:rPr>
              <w:t>Status</w:t>
            </w:r>
          </w:p>
        </w:tc>
      </w:tr>
      <w:tr w:rsidR="00FB696B" w:rsidRPr="007E00C1" w14:paraId="220B5C8E" w14:textId="77777777" w:rsidTr="00FD2168">
        <w:trPr>
          <w:trHeight w:val="844"/>
        </w:trPr>
        <w:tc>
          <w:tcPr>
            <w:tcW w:w="538" w:type="dxa"/>
            <w:noWrap/>
          </w:tcPr>
          <w:p w14:paraId="75AF8CE1" w14:textId="3686CF46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505" w:type="dxa"/>
          </w:tcPr>
          <w:p w14:paraId="6ABC9822" w14:textId="6C954BB8" w:rsidR="00FB696B" w:rsidRPr="007E00C1" w:rsidRDefault="00FB696B" w:rsidP="00CF67D0">
            <w:pPr>
              <w:spacing w:line="240" w:lineRule="auto"/>
              <w:ind w:left="163"/>
              <w:jc w:val="left"/>
              <w:rPr>
                <w:rFonts w:cs="Arial"/>
              </w:rPr>
            </w:pPr>
          </w:p>
        </w:tc>
        <w:tc>
          <w:tcPr>
            <w:tcW w:w="6379" w:type="dxa"/>
            <w:noWrap/>
          </w:tcPr>
          <w:p w14:paraId="1256ABD9" w14:textId="1352DA81" w:rsidR="00FB696B" w:rsidRPr="007E00C1" w:rsidRDefault="00FB696B" w:rsidP="00CF67D0">
            <w:pPr>
              <w:spacing w:line="240" w:lineRule="auto"/>
              <w:jc w:val="left"/>
              <w:rPr>
                <w:rFonts w:cs="Arial"/>
              </w:rPr>
            </w:pPr>
          </w:p>
        </w:tc>
      </w:tr>
      <w:tr w:rsidR="00FB696B" w:rsidRPr="007E00C1" w14:paraId="45124306" w14:textId="77777777" w:rsidTr="00CF67D0">
        <w:trPr>
          <w:trHeight w:val="547"/>
        </w:trPr>
        <w:tc>
          <w:tcPr>
            <w:tcW w:w="538" w:type="dxa"/>
            <w:noWrap/>
          </w:tcPr>
          <w:p w14:paraId="28EA7A52" w14:textId="4D51F243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505" w:type="dxa"/>
          </w:tcPr>
          <w:p w14:paraId="4663613F" w14:textId="318EC615" w:rsidR="00FB696B" w:rsidRPr="007E00C1" w:rsidRDefault="00FB696B" w:rsidP="00CF67D0">
            <w:pPr>
              <w:spacing w:line="240" w:lineRule="auto"/>
              <w:ind w:left="163"/>
              <w:jc w:val="left"/>
              <w:rPr>
                <w:rFonts w:cs="Arial"/>
              </w:rPr>
            </w:pPr>
          </w:p>
        </w:tc>
        <w:tc>
          <w:tcPr>
            <w:tcW w:w="6379" w:type="dxa"/>
            <w:noWrap/>
          </w:tcPr>
          <w:p w14:paraId="6D969656" w14:textId="6CCA8CF7" w:rsidR="00DD4C26" w:rsidRPr="007E00C1" w:rsidRDefault="00DD4C26" w:rsidP="00DD4C26">
            <w:pPr>
              <w:spacing w:line="240" w:lineRule="auto"/>
              <w:jc w:val="left"/>
              <w:rPr>
                <w:rFonts w:cs="Arial"/>
              </w:rPr>
            </w:pPr>
          </w:p>
        </w:tc>
      </w:tr>
    </w:tbl>
    <w:p w14:paraId="7C8EFE94" w14:textId="7BED3134" w:rsidR="009665F5" w:rsidRPr="007E00C1" w:rsidRDefault="009665F5" w:rsidP="009665F5">
      <w:pPr>
        <w:pStyle w:val="Wcicienormalne"/>
        <w:rPr>
          <w:rFonts w:cs="Arial"/>
          <w:b/>
          <w:bCs/>
          <w:i/>
          <w:sz w:val="22"/>
          <w:szCs w:val="22"/>
        </w:rPr>
      </w:pPr>
    </w:p>
    <w:p w14:paraId="2AF2AFCA" w14:textId="1DB4C920" w:rsidR="00B10B79" w:rsidRPr="007E00C1" w:rsidRDefault="006A51E9" w:rsidP="005B511F">
      <w:pPr>
        <w:pStyle w:val="Nagwek1"/>
        <w:numPr>
          <w:ilvl w:val="0"/>
          <w:numId w:val="6"/>
        </w:numPr>
        <w:rPr>
          <w:bCs w:val="0"/>
          <w:iCs/>
          <w:smallCaps/>
          <w:szCs w:val="24"/>
        </w:rPr>
      </w:pPr>
      <w:bookmarkStart w:id="9" w:name="_Toc207973068"/>
      <w:r w:rsidRPr="007E00C1">
        <w:rPr>
          <w:bCs w:val="0"/>
          <w:iCs/>
          <w:smallCaps/>
          <w:szCs w:val="24"/>
        </w:rPr>
        <w:t>Zawansowanie P</w:t>
      </w:r>
      <w:r w:rsidR="009E6FC1" w:rsidRPr="007E00C1">
        <w:rPr>
          <w:bCs w:val="0"/>
          <w:iCs/>
          <w:smallCaps/>
          <w:szCs w:val="24"/>
        </w:rPr>
        <w:t>rojektu</w:t>
      </w:r>
      <w:bookmarkEnd w:id="9"/>
    </w:p>
    <w:p w14:paraId="166BBF62" w14:textId="7BCECE14" w:rsidR="00E86A8C" w:rsidRPr="007E00C1" w:rsidRDefault="00E86A8C" w:rsidP="005B511F">
      <w:pPr>
        <w:pStyle w:val="Nagwek2"/>
        <w:numPr>
          <w:ilvl w:val="1"/>
          <w:numId w:val="6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10" w:name="_Toc207973069"/>
      <w:r w:rsidRPr="007E00C1">
        <w:rPr>
          <w:smallCaps/>
          <w:sz w:val="24"/>
          <w:szCs w:val="24"/>
        </w:rPr>
        <w:t>Stan umów zawartych przez</w:t>
      </w:r>
      <w:r w:rsidR="00FB5D74" w:rsidRPr="007E00C1">
        <w:rPr>
          <w:smallCaps/>
          <w:sz w:val="24"/>
          <w:szCs w:val="24"/>
        </w:rPr>
        <w:t xml:space="preserve"> K</w:t>
      </w:r>
      <w:r w:rsidRPr="007E00C1">
        <w:rPr>
          <w:smallCaps/>
          <w:sz w:val="24"/>
          <w:szCs w:val="24"/>
        </w:rPr>
        <w:t>lienta</w:t>
      </w:r>
      <w:bookmarkEnd w:id="10"/>
    </w:p>
    <w:p w14:paraId="61017125" w14:textId="1E43A1A8" w:rsidR="00411264" w:rsidRPr="007E00C1" w:rsidRDefault="00411264" w:rsidP="00FD2168">
      <w:pPr>
        <w:pStyle w:val="Wcicienormalne"/>
        <w:rPr>
          <w:rFonts w:cs="Arial"/>
          <w:i/>
        </w:rPr>
      </w:pPr>
    </w:p>
    <w:p w14:paraId="354F0487" w14:textId="77777777" w:rsidR="00436BA8" w:rsidRPr="007E00C1" w:rsidRDefault="00436BA8" w:rsidP="0096434E">
      <w:pPr>
        <w:pStyle w:val="Wcicienormalne"/>
        <w:rPr>
          <w:rFonts w:cs="Arial"/>
        </w:rPr>
      </w:pPr>
    </w:p>
    <w:p w14:paraId="1F1ECCA7" w14:textId="3094F445" w:rsidR="00FB5D74" w:rsidRPr="007E00C1" w:rsidRDefault="009E6FC1" w:rsidP="005B511F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11" w:name="_Toc207973070"/>
      <w:r w:rsidRPr="007E00C1">
        <w:rPr>
          <w:smallCaps/>
          <w:sz w:val="24"/>
          <w:szCs w:val="24"/>
        </w:rPr>
        <w:t>Dokumentacja projektowa</w:t>
      </w:r>
      <w:bookmarkEnd w:id="11"/>
    </w:p>
    <w:p w14:paraId="4DC33B13" w14:textId="0E60DC3E" w:rsidR="00FB5D74" w:rsidRPr="007E00C1" w:rsidRDefault="00FB5D74" w:rsidP="005B511F">
      <w:pPr>
        <w:pStyle w:val="Nagwek2"/>
        <w:numPr>
          <w:ilvl w:val="2"/>
          <w:numId w:val="6"/>
        </w:numPr>
        <w:ind w:left="1418"/>
        <w:rPr>
          <w:smallCaps/>
          <w:sz w:val="24"/>
          <w:szCs w:val="24"/>
        </w:rPr>
      </w:pPr>
      <w:bookmarkStart w:id="12" w:name="_Toc207973071"/>
      <w:r w:rsidRPr="007E00C1">
        <w:rPr>
          <w:smallCaps/>
          <w:sz w:val="24"/>
          <w:szCs w:val="24"/>
        </w:rPr>
        <w:t>P</w:t>
      </w:r>
      <w:r w:rsidR="00E86A8C" w:rsidRPr="007E00C1">
        <w:rPr>
          <w:smallCaps/>
          <w:sz w:val="24"/>
          <w:szCs w:val="24"/>
        </w:rPr>
        <w:t>rojekt budowlany</w:t>
      </w:r>
      <w:bookmarkEnd w:id="12"/>
    </w:p>
    <w:p w14:paraId="3F169DE3" w14:textId="77777777" w:rsidR="001D1796" w:rsidRPr="007E00C1" w:rsidRDefault="001D1796" w:rsidP="00DA4139">
      <w:pPr>
        <w:pStyle w:val="Nagwek2"/>
        <w:numPr>
          <w:ilvl w:val="0"/>
          <w:numId w:val="0"/>
        </w:numPr>
        <w:ind w:left="1418"/>
        <w:rPr>
          <w:smallCaps/>
          <w:sz w:val="24"/>
          <w:szCs w:val="24"/>
        </w:rPr>
      </w:pPr>
    </w:p>
    <w:p w14:paraId="02AA0A54" w14:textId="02414A41" w:rsidR="00CF5A98" w:rsidRPr="007E00C1" w:rsidRDefault="00FB5D74" w:rsidP="00FD2168">
      <w:pPr>
        <w:pStyle w:val="Nagwek2"/>
        <w:numPr>
          <w:ilvl w:val="2"/>
          <w:numId w:val="6"/>
        </w:numPr>
        <w:ind w:left="1418"/>
        <w:rPr>
          <w:smallCaps/>
          <w:sz w:val="24"/>
          <w:szCs w:val="24"/>
        </w:rPr>
      </w:pPr>
      <w:bookmarkStart w:id="13" w:name="_Toc207973072"/>
      <w:r w:rsidRPr="007E00C1">
        <w:rPr>
          <w:smallCaps/>
          <w:sz w:val="24"/>
          <w:szCs w:val="24"/>
        </w:rPr>
        <w:t>P</w:t>
      </w:r>
      <w:r w:rsidR="00E86A8C" w:rsidRPr="007E00C1">
        <w:rPr>
          <w:smallCaps/>
          <w:sz w:val="24"/>
          <w:szCs w:val="24"/>
        </w:rPr>
        <w:t>rojekt wykonawczy</w:t>
      </w:r>
      <w:bookmarkEnd w:id="13"/>
      <w:r w:rsidR="00E86A8C" w:rsidRPr="007E00C1">
        <w:rPr>
          <w:smallCaps/>
          <w:sz w:val="24"/>
          <w:szCs w:val="24"/>
        </w:rPr>
        <w:t xml:space="preserve"> </w:t>
      </w:r>
    </w:p>
    <w:p w14:paraId="6769F41E" w14:textId="77777777" w:rsidR="00CF5A98" w:rsidRPr="007E00C1" w:rsidRDefault="00CF5A98" w:rsidP="00DA4139">
      <w:pPr>
        <w:pStyle w:val="Nagwek2"/>
        <w:numPr>
          <w:ilvl w:val="0"/>
          <w:numId w:val="0"/>
        </w:numPr>
        <w:ind w:left="1418"/>
        <w:rPr>
          <w:smallCaps/>
          <w:sz w:val="24"/>
          <w:szCs w:val="24"/>
        </w:rPr>
      </w:pPr>
    </w:p>
    <w:p w14:paraId="5D92A2B9" w14:textId="474E476E" w:rsidR="00B07996" w:rsidRPr="007E00C1" w:rsidRDefault="00FB5D74" w:rsidP="00FD2168">
      <w:pPr>
        <w:pStyle w:val="Nagwek2"/>
        <w:numPr>
          <w:ilvl w:val="2"/>
          <w:numId w:val="6"/>
        </w:numPr>
        <w:ind w:left="1418"/>
        <w:rPr>
          <w:smallCaps/>
          <w:sz w:val="24"/>
          <w:szCs w:val="24"/>
        </w:rPr>
      </w:pPr>
      <w:bookmarkStart w:id="14" w:name="_Toc207973073"/>
      <w:r w:rsidRPr="007E00C1">
        <w:rPr>
          <w:smallCaps/>
          <w:sz w:val="24"/>
          <w:szCs w:val="24"/>
        </w:rPr>
        <w:t>D</w:t>
      </w:r>
      <w:r w:rsidR="00E86A8C" w:rsidRPr="007E00C1">
        <w:rPr>
          <w:smallCaps/>
          <w:sz w:val="24"/>
          <w:szCs w:val="24"/>
        </w:rPr>
        <w:t>okumentacja powykonawcza</w:t>
      </w:r>
      <w:bookmarkEnd w:id="14"/>
    </w:p>
    <w:p w14:paraId="3CCFF394" w14:textId="77777777" w:rsidR="00B07996" w:rsidRPr="007E00C1" w:rsidRDefault="00B07996" w:rsidP="00E86A8C">
      <w:pPr>
        <w:pStyle w:val="Wcicienormalne"/>
        <w:rPr>
          <w:rFonts w:cs="Arial"/>
        </w:rPr>
      </w:pPr>
    </w:p>
    <w:p w14:paraId="71D8807F" w14:textId="5792F345" w:rsidR="009E6FC1" w:rsidRPr="007E00C1" w:rsidRDefault="009E6FC1" w:rsidP="005B511F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15" w:name="_Toc207973074"/>
      <w:r w:rsidRPr="007E00C1">
        <w:rPr>
          <w:smallCaps/>
          <w:sz w:val="24"/>
          <w:szCs w:val="24"/>
        </w:rPr>
        <w:t>Uzyskanie pozwoleń administracyjnych</w:t>
      </w:r>
      <w:bookmarkEnd w:id="15"/>
    </w:p>
    <w:p w14:paraId="77D1B123" w14:textId="0416866C" w:rsidR="00917F76" w:rsidRPr="007E00C1" w:rsidRDefault="00917F76" w:rsidP="00917F76">
      <w:pPr>
        <w:pStyle w:val="Wcicienormalne"/>
        <w:rPr>
          <w:rFonts w:cs="Arial"/>
        </w:rPr>
      </w:pPr>
    </w:p>
    <w:p w14:paraId="0AF91116" w14:textId="0C13E4BE" w:rsidR="00B259CA" w:rsidRPr="007E00C1" w:rsidRDefault="00E86A8C" w:rsidP="005B511F">
      <w:pPr>
        <w:pStyle w:val="Nagwek2"/>
        <w:numPr>
          <w:ilvl w:val="1"/>
          <w:numId w:val="6"/>
        </w:numPr>
        <w:tabs>
          <w:tab w:val="left" w:pos="709"/>
        </w:tabs>
      </w:pPr>
      <w:bookmarkStart w:id="16" w:name="_Toc207973075"/>
      <w:r w:rsidRPr="007E00C1">
        <w:rPr>
          <w:smallCaps/>
          <w:sz w:val="24"/>
          <w:szCs w:val="24"/>
        </w:rPr>
        <w:t>Postęp prac na budowie</w:t>
      </w:r>
      <w:bookmarkEnd w:id="16"/>
      <w:r w:rsidR="00B259CA" w:rsidRPr="007E00C1">
        <w:rPr>
          <w:smallCaps/>
          <w:sz w:val="24"/>
          <w:szCs w:val="24"/>
        </w:rPr>
        <w:t xml:space="preserve"> </w:t>
      </w:r>
    </w:p>
    <w:p w14:paraId="017A3471" w14:textId="77777777" w:rsidR="00C63DFA" w:rsidRPr="007E00C1" w:rsidRDefault="00C63DFA" w:rsidP="000B2019">
      <w:pPr>
        <w:pStyle w:val="Wcicienormalne"/>
        <w:rPr>
          <w:rFonts w:cs="Arial"/>
          <w:i/>
        </w:rPr>
      </w:pPr>
    </w:p>
    <w:p w14:paraId="57BA1E72" w14:textId="771EC635" w:rsidR="00E86A8C" w:rsidRPr="007E00C1" w:rsidRDefault="00B259CA" w:rsidP="005B511F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17" w:name="_Toc207973076"/>
      <w:r w:rsidRPr="007E00C1">
        <w:rPr>
          <w:smallCaps/>
          <w:sz w:val="24"/>
          <w:szCs w:val="24"/>
        </w:rPr>
        <w:t>Odbiory</w:t>
      </w:r>
      <w:r w:rsidR="00B86F54" w:rsidRPr="007E00C1">
        <w:rPr>
          <w:smallCaps/>
          <w:sz w:val="24"/>
          <w:szCs w:val="24"/>
        </w:rPr>
        <w:t xml:space="preserve"> i</w:t>
      </w:r>
      <w:r w:rsidR="00E86A8C" w:rsidRPr="007E00C1">
        <w:rPr>
          <w:smallCaps/>
          <w:sz w:val="24"/>
          <w:szCs w:val="24"/>
        </w:rPr>
        <w:t xml:space="preserve"> Rozruchy</w:t>
      </w:r>
      <w:bookmarkEnd w:id="17"/>
      <w:r w:rsidR="00B86F54" w:rsidRPr="007E00C1">
        <w:rPr>
          <w:smallCaps/>
          <w:sz w:val="24"/>
          <w:szCs w:val="24"/>
        </w:rPr>
        <w:t xml:space="preserve"> </w:t>
      </w:r>
    </w:p>
    <w:p w14:paraId="49C48DBB" w14:textId="77777777" w:rsidR="00335062" w:rsidRPr="007E00C1" w:rsidRDefault="00335062" w:rsidP="00335062">
      <w:pPr>
        <w:pStyle w:val="Wcicienormalne"/>
        <w:rPr>
          <w:rFonts w:cs="Arial"/>
        </w:rPr>
      </w:pPr>
    </w:p>
    <w:p w14:paraId="3F0336F2" w14:textId="3221A04E" w:rsidR="00B259CA" w:rsidRPr="007E00C1" w:rsidRDefault="00703C33" w:rsidP="005B511F">
      <w:pPr>
        <w:pStyle w:val="Nagwek1"/>
        <w:keepLines/>
        <w:numPr>
          <w:ilvl w:val="0"/>
          <w:numId w:val="6"/>
        </w:numPr>
        <w:rPr>
          <w:smallCaps/>
          <w:szCs w:val="28"/>
        </w:rPr>
      </w:pPr>
      <w:bookmarkStart w:id="18" w:name="_Toc207973077"/>
      <w:r w:rsidRPr="007E00C1">
        <w:rPr>
          <w:smallCaps/>
          <w:szCs w:val="28"/>
        </w:rPr>
        <w:t>Bezpieczeństwo prac</w:t>
      </w:r>
      <w:bookmarkEnd w:id="18"/>
    </w:p>
    <w:p w14:paraId="08E2537E" w14:textId="30EF95FC" w:rsidR="00703C33" w:rsidRPr="007E00C1" w:rsidRDefault="00335062" w:rsidP="005B511F">
      <w:pPr>
        <w:pStyle w:val="Nagwek2"/>
        <w:numPr>
          <w:ilvl w:val="1"/>
          <w:numId w:val="6"/>
        </w:numPr>
        <w:tabs>
          <w:tab w:val="left" w:pos="709"/>
        </w:tabs>
        <w:rPr>
          <w:bCs/>
          <w:iCs w:val="0"/>
          <w:smallCaps/>
          <w:sz w:val="24"/>
        </w:rPr>
      </w:pPr>
      <w:bookmarkStart w:id="19" w:name="_Toc207973078"/>
      <w:r w:rsidRPr="007E00C1">
        <w:rPr>
          <w:bCs/>
          <w:iCs w:val="0"/>
          <w:smallCaps/>
          <w:sz w:val="24"/>
        </w:rPr>
        <w:t xml:space="preserve">Zarządzanie bezpieczeństwem </w:t>
      </w:r>
      <w:r w:rsidR="00703C33" w:rsidRPr="007E00C1">
        <w:rPr>
          <w:bCs/>
          <w:iCs w:val="0"/>
          <w:smallCaps/>
          <w:sz w:val="24"/>
        </w:rPr>
        <w:t>(bhp</w:t>
      </w:r>
      <w:r w:rsidR="00B642D3" w:rsidRPr="007E00C1">
        <w:rPr>
          <w:bCs/>
          <w:iCs w:val="0"/>
          <w:smallCaps/>
          <w:sz w:val="24"/>
        </w:rPr>
        <w:t>)</w:t>
      </w:r>
      <w:bookmarkEnd w:id="19"/>
    </w:p>
    <w:p w14:paraId="1B3ED81C" w14:textId="77777777" w:rsidR="00C63DFA" w:rsidRPr="007E00C1" w:rsidRDefault="00C63DFA" w:rsidP="00335062">
      <w:pPr>
        <w:pStyle w:val="Wcicienormalne"/>
        <w:rPr>
          <w:rFonts w:cs="Arial"/>
          <w:i/>
        </w:rPr>
      </w:pPr>
    </w:p>
    <w:p w14:paraId="11B15F92" w14:textId="77521005" w:rsidR="00703C33" w:rsidRPr="007E00C1" w:rsidRDefault="00703C33" w:rsidP="005B511F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20" w:name="_Toc207973079"/>
      <w:r w:rsidRPr="007E00C1">
        <w:rPr>
          <w:smallCaps/>
          <w:sz w:val="24"/>
          <w:szCs w:val="24"/>
        </w:rPr>
        <w:t>Wypadki przy pracy (LTI)</w:t>
      </w:r>
      <w:bookmarkEnd w:id="20"/>
      <w:r w:rsidRPr="007E00C1">
        <w:rPr>
          <w:smallCaps/>
          <w:sz w:val="24"/>
          <w:szCs w:val="24"/>
        </w:rPr>
        <w:t xml:space="preserve"> </w:t>
      </w:r>
    </w:p>
    <w:p w14:paraId="2881D4C1" w14:textId="77777777" w:rsidR="00B259CA" w:rsidRPr="007E00C1" w:rsidRDefault="00B259CA" w:rsidP="00335062">
      <w:pPr>
        <w:pStyle w:val="Wcicienormalne"/>
        <w:rPr>
          <w:rFonts w:cs="Arial"/>
        </w:rPr>
      </w:pPr>
    </w:p>
    <w:p w14:paraId="3F9C2564" w14:textId="4318A6B7" w:rsidR="00703C33" w:rsidRPr="007E00C1" w:rsidRDefault="00330C33" w:rsidP="005B511F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21" w:name="_Toc207973080"/>
      <w:r w:rsidRPr="007E00C1">
        <w:rPr>
          <w:smallCaps/>
          <w:sz w:val="24"/>
          <w:szCs w:val="24"/>
        </w:rPr>
        <w:t>Z</w:t>
      </w:r>
      <w:r w:rsidR="00703C33" w:rsidRPr="007E00C1">
        <w:rPr>
          <w:smallCaps/>
          <w:sz w:val="24"/>
          <w:szCs w:val="24"/>
        </w:rPr>
        <w:t>darzenia potencjalnie wypadkowe</w:t>
      </w:r>
      <w:bookmarkEnd w:id="21"/>
    </w:p>
    <w:p w14:paraId="5E3A990A" w14:textId="77777777" w:rsidR="00AB18B7" w:rsidRPr="007E00C1" w:rsidRDefault="00AB18B7" w:rsidP="00AB18B7">
      <w:pPr>
        <w:pStyle w:val="Wcicienormalne"/>
        <w:rPr>
          <w:rFonts w:cs="Arial"/>
          <w:i/>
        </w:rPr>
      </w:pPr>
    </w:p>
    <w:p w14:paraId="7D4C145C" w14:textId="1A1A0BDC" w:rsidR="00703C33" w:rsidRPr="007E00C1" w:rsidRDefault="00703C33" w:rsidP="005B511F">
      <w:pPr>
        <w:pStyle w:val="Nagwek1"/>
        <w:keepLines/>
        <w:numPr>
          <w:ilvl w:val="0"/>
          <w:numId w:val="6"/>
        </w:numPr>
        <w:rPr>
          <w:bCs w:val="0"/>
          <w:iCs/>
          <w:smallCaps/>
          <w:szCs w:val="24"/>
        </w:rPr>
      </w:pPr>
      <w:bookmarkStart w:id="22" w:name="_Toc207973081"/>
      <w:r w:rsidRPr="007E00C1">
        <w:rPr>
          <w:bCs w:val="0"/>
          <w:iCs/>
          <w:smallCaps/>
          <w:szCs w:val="24"/>
        </w:rPr>
        <w:t>Jakość prac</w:t>
      </w:r>
      <w:bookmarkEnd w:id="22"/>
    </w:p>
    <w:p w14:paraId="79B3FBA9" w14:textId="2604BB64" w:rsidR="00B259CA" w:rsidRPr="00235412" w:rsidRDefault="00703C33" w:rsidP="00235412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23" w:name="_Toc207973082"/>
      <w:r w:rsidRPr="007E00C1">
        <w:rPr>
          <w:smallCaps/>
          <w:sz w:val="24"/>
          <w:szCs w:val="24"/>
        </w:rPr>
        <w:t>Obszary wymagające szczególnej uwagi</w:t>
      </w:r>
      <w:bookmarkEnd w:id="23"/>
    </w:p>
    <w:p w14:paraId="121D7211" w14:textId="2E12682B" w:rsidR="1C8D4506" w:rsidRPr="00235412" w:rsidRDefault="00703C33" w:rsidP="00235412">
      <w:pPr>
        <w:pStyle w:val="Nagwek2"/>
        <w:numPr>
          <w:ilvl w:val="2"/>
          <w:numId w:val="14"/>
        </w:numPr>
        <w:tabs>
          <w:tab w:val="left" w:pos="709"/>
        </w:tabs>
        <w:rPr>
          <w:smallCaps/>
          <w:sz w:val="24"/>
          <w:szCs w:val="24"/>
        </w:rPr>
      </w:pPr>
      <w:bookmarkStart w:id="24" w:name="_Toc207973083"/>
      <w:r w:rsidRPr="1C8D4506">
        <w:rPr>
          <w:smallCaps/>
          <w:sz w:val="24"/>
          <w:szCs w:val="24"/>
        </w:rPr>
        <w:t>Spos</w:t>
      </w:r>
      <w:r w:rsidR="009F1E76" w:rsidRPr="1C8D4506">
        <w:rPr>
          <w:smallCaps/>
          <w:sz w:val="24"/>
          <w:szCs w:val="24"/>
        </w:rPr>
        <w:t xml:space="preserve">oby </w:t>
      </w:r>
      <w:r w:rsidR="00E74E32" w:rsidRPr="1C8D4506">
        <w:rPr>
          <w:smallCaps/>
          <w:sz w:val="24"/>
          <w:szCs w:val="24"/>
        </w:rPr>
        <w:t>zapewnienia jakości</w:t>
      </w:r>
      <w:r w:rsidR="009F1E76" w:rsidRPr="1C8D4506">
        <w:rPr>
          <w:smallCaps/>
          <w:sz w:val="24"/>
          <w:szCs w:val="24"/>
        </w:rPr>
        <w:t xml:space="preserve"> i osoby odpowiedzialne za nadzór</w:t>
      </w:r>
      <w:bookmarkEnd w:id="24"/>
    </w:p>
    <w:p w14:paraId="248DB683" w14:textId="4C3D6FEC" w:rsidR="00703C33" w:rsidRPr="00235412" w:rsidRDefault="00235412" w:rsidP="005C4CDE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25" w:name="_Toc207973084"/>
      <w:r w:rsidRPr="00235412">
        <w:rPr>
          <w:smallCaps/>
          <w:sz w:val="24"/>
          <w:szCs w:val="24"/>
        </w:rPr>
        <w:t>PROTOKOŁY</w:t>
      </w:r>
      <w:bookmarkEnd w:id="25"/>
    </w:p>
    <w:p w14:paraId="6E17C404" w14:textId="20010DBA" w:rsidR="26B1A79A" w:rsidRPr="00235412" w:rsidRDefault="26B1A79A" w:rsidP="005C4CDE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26" w:name="_Toc207973085"/>
      <w:r w:rsidRPr="00235412">
        <w:rPr>
          <w:smallCaps/>
          <w:sz w:val="24"/>
          <w:szCs w:val="24"/>
        </w:rPr>
        <w:t>Wady i usterki</w:t>
      </w:r>
      <w:bookmarkEnd w:id="26"/>
    </w:p>
    <w:p w14:paraId="6FA90033" w14:textId="5E88AD1F" w:rsidR="00B10B79" w:rsidRPr="007E00C1" w:rsidRDefault="00B10B79" w:rsidP="005B511F">
      <w:pPr>
        <w:pStyle w:val="Nagwek1"/>
        <w:keepLines/>
        <w:numPr>
          <w:ilvl w:val="0"/>
          <w:numId w:val="6"/>
        </w:numPr>
        <w:rPr>
          <w:bCs w:val="0"/>
          <w:iCs/>
          <w:smallCaps/>
          <w:szCs w:val="24"/>
        </w:rPr>
      </w:pPr>
      <w:bookmarkStart w:id="27" w:name="_Toc207973086"/>
      <w:r w:rsidRPr="007E00C1">
        <w:rPr>
          <w:bCs w:val="0"/>
          <w:iCs/>
          <w:smallCaps/>
          <w:szCs w:val="24"/>
        </w:rPr>
        <w:t>Zaawansowanie finansowe i roszczenia</w:t>
      </w:r>
      <w:bookmarkEnd w:id="27"/>
    </w:p>
    <w:p w14:paraId="64C9B9A7" w14:textId="410A0479" w:rsidR="00D93C22" w:rsidRPr="007E00C1" w:rsidRDefault="00D93C22" w:rsidP="0084037A">
      <w:pPr>
        <w:pStyle w:val="Wcicienormalne"/>
        <w:rPr>
          <w:rFonts w:cs="Arial"/>
        </w:rPr>
      </w:pPr>
      <w:r w:rsidRPr="007E00C1">
        <w:rPr>
          <w:rFonts w:cs="Arial"/>
        </w:rPr>
        <w:t>Podsumowanie budżetu na dzień: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374"/>
        <w:gridCol w:w="1539"/>
        <w:gridCol w:w="1658"/>
        <w:gridCol w:w="1516"/>
        <w:gridCol w:w="1582"/>
      </w:tblGrid>
      <w:tr w:rsidR="00601FE7" w:rsidRPr="007E00C1" w14:paraId="033C154B" w14:textId="695CD968" w:rsidTr="00601FE7">
        <w:trPr>
          <w:trHeight w:val="719"/>
        </w:trPr>
        <w:tc>
          <w:tcPr>
            <w:tcW w:w="1880" w:type="dxa"/>
            <w:vMerge w:val="restart"/>
            <w:vAlign w:val="center"/>
          </w:tcPr>
          <w:p w14:paraId="0EA3DA33" w14:textId="08B5E66C" w:rsidR="00601FE7" w:rsidRPr="007E00C1" w:rsidRDefault="00601FE7" w:rsidP="009F1E76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Opis pozycji.</w:t>
            </w:r>
          </w:p>
        </w:tc>
        <w:tc>
          <w:tcPr>
            <w:tcW w:w="1374" w:type="dxa"/>
            <w:vAlign w:val="center"/>
          </w:tcPr>
          <w:p w14:paraId="3EF6A188" w14:textId="4F262110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Budżet pierwotny </w:t>
            </w:r>
          </w:p>
        </w:tc>
        <w:tc>
          <w:tcPr>
            <w:tcW w:w="1539" w:type="dxa"/>
            <w:vAlign w:val="center"/>
          </w:tcPr>
          <w:p w14:paraId="169FB16E" w14:textId="598A036D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Budżet Aktualny </w:t>
            </w:r>
          </w:p>
        </w:tc>
        <w:tc>
          <w:tcPr>
            <w:tcW w:w="1658" w:type="dxa"/>
            <w:vAlign w:val="center"/>
          </w:tcPr>
          <w:p w14:paraId="07668655" w14:textId="2D671C05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Zafakturowano </w:t>
            </w:r>
          </w:p>
        </w:tc>
        <w:tc>
          <w:tcPr>
            <w:tcW w:w="1516" w:type="dxa"/>
          </w:tcPr>
          <w:p w14:paraId="239E4554" w14:textId="77777777" w:rsidR="00601FE7" w:rsidRDefault="00601FE7" w:rsidP="0084037A">
            <w:pPr>
              <w:jc w:val="center"/>
              <w:rPr>
                <w:rFonts w:cs="Arial"/>
              </w:rPr>
            </w:pPr>
          </w:p>
          <w:p w14:paraId="3C279BF1" w14:textId="62CB12D4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Pozostało do zafakturowania </w:t>
            </w:r>
          </w:p>
        </w:tc>
        <w:tc>
          <w:tcPr>
            <w:tcW w:w="1582" w:type="dxa"/>
          </w:tcPr>
          <w:p w14:paraId="2A0D4C1D" w14:textId="30FE1D22" w:rsidR="00601FE7" w:rsidRPr="007E00C1" w:rsidRDefault="00601FE7" w:rsidP="008403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Odchylenie stanu faktycznego od planowanego </w:t>
            </w:r>
          </w:p>
        </w:tc>
      </w:tr>
      <w:tr w:rsidR="00601FE7" w:rsidRPr="007E00C1" w14:paraId="681ADE23" w14:textId="5B2DCC80" w:rsidTr="00601FE7">
        <w:tc>
          <w:tcPr>
            <w:tcW w:w="1880" w:type="dxa"/>
            <w:vMerge/>
          </w:tcPr>
          <w:p w14:paraId="5F251A00" w14:textId="77777777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74" w:type="dxa"/>
          </w:tcPr>
          <w:p w14:paraId="2D636C70" w14:textId="2B7D3ED6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539" w:type="dxa"/>
          </w:tcPr>
          <w:p w14:paraId="5A43C786" w14:textId="20E47262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658" w:type="dxa"/>
          </w:tcPr>
          <w:p w14:paraId="754A3A6A" w14:textId="3A4CF8E6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516" w:type="dxa"/>
          </w:tcPr>
          <w:p w14:paraId="3BAFF370" w14:textId="379F8EFC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582" w:type="dxa"/>
          </w:tcPr>
          <w:p w14:paraId="070B2DC9" w14:textId="7DC7469B" w:rsidR="00601FE7" w:rsidRPr="007E00C1" w:rsidRDefault="00601FE7" w:rsidP="008403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PLN</w:t>
            </w:r>
          </w:p>
        </w:tc>
      </w:tr>
      <w:tr w:rsidR="00601FE7" w:rsidRPr="002F3414" w14:paraId="45444001" w14:textId="52E81EFB" w:rsidTr="00601FE7">
        <w:tc>
          <w:tcPr>
            <w:tcW w:w="1880" w:type="dxa"/>
          </w:tcPr>
          <w:p w14:paraId="24EA5E30" w14:textId="09C074F9" w:rsidR="00601FE7" w:rsidRPr="007E00C1" w:rsidRDefault="00601FE7" w:rsidP="009F1E76">
            <w:pPr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Nadzór Inwestorski</w:t>
            </w:r>
          </w:p>
          <w:p w14:paraId="33098A61" w14:textId="4B3653C0" w:rsidR="00601FE7" w:rsidRPr="002F3414" w:rsidRDefault="00601FE7" w:rsidP="009F1E76">
            <w:pPr>
              <w:rPr>
                <w:rFonts w:cs="Arial"/>
                <w:lang w:val="da-DK"/>
              </w:rPr>
            </w:pPr>
          </w:p>
        </w:tc>
        <w:tc>
          <w:tcPr>
            <w:tcW w:w="1374" w:type="dxa"/>
          </w:tcPr>
          <w:p w14:paraId="100E848F" w14:textId="75BE9A1F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539" w:type="dxa"/>
          </w:tcPr>
          <w:p w14:paraId="180019D9" w14:textId="6E6D64BD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658" w:type="dxa"/>
          </w:tcPr>
          <w:p w14:paraId="56EC60A3" w14:textId="3C56F121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516" w:type="dxa"/>
          </w:tcPr>
          <w:p w14:paraId="5C6DCF24" w14:textId="17F56601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582" w:type="dxa"/>
          </w:tcPr>
          <w:p w14:paraId="2DF96E68" w14:textId="77777777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</w:tr>
      <w:tr w:rsidR="00601FE7" w:rsidRPr="007E00C1" w14:paraId="660A3019" w14:textId="550D62D9" w:rsidTr="00601FE7">
        <w:tc>
          <w:tcPr>
            <w:tcW w:w="1880" w:type="dxa"/>
          </w:tcPr>
          <w:p w14:paraId="45FC3A8D" w14:textId="77777777" w:rsidR="00601FE7" w:rsidRPr="007E00C1" w:rsidRDefault="00601FE7" w:rsidP="009F1E76">
            <w:pPr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Roboty budowlane</w:t>
            </w:r>
          </w:p>
          <w:p w14:paraId="5F2C36C1" w14:textId="02BFF714" w:rsidR="00601FE7" w:rsidRPr="007E00C1" w:rsidRDefault="00601FE7" w:rsidP="009F1E76">
            <w:pPr>
              <w:rPr>
                <w:rFonts w:cs="Arial"/>
              </w:rPr>
            </w:pPr>
          </w:p>
        </w:tc>
        <w:tc>
          <w:tcPr>
            <w:tcW w:w="1374" w:type="dxa"/>
          </w:tcPr>
          <w:p w14:paraId="3E3D68C9" w14:textId="0301297E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39" w:type="dxa"/>
          </w:tcPr>
          <w:p w14:paraId="54E9C0EF" w14:textId="37062D35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658" w:type="dxa"/>
          </w:tcPr>
          <w:p w14:paraId="269B6977" w14:textId="1EDA47EE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16" w:type="dxa"/>
          </w:tcPr>
          <w:p w14:paraId="3329CF80" w14:textId="2C2B9405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82" w:type="dxa"/>
          </w:tcPr>
          <w:p w14:paraId="7D95FB37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</w:tr>
      <w:tr w:rsidR="00601FE7" w:rsidRPr="007E00C1" w14:paraId="56AC9F17" w14:textId="7DD36BC1" w:rsidTr="00601FE7">
        <w:trPr>
          <w:trHeight w:val="495"/>
        </w:trPr>
        <w:tc>
          <w:tcPr>
            <w:tcW w:w="1880" w:type="dxa"/>
          </w:tcPr>
          <w:p w14:paraId="39CBA237" w14:textId="255E93F4" w:rsidR="00601FE7" w:rsidRPr="007E00C1" w:rsidRDefault="00601FE7" w:rsidP="009F1E7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Inne </w:t>
            </w:r>
          </w:p>
        </w:tc>
        <w:tc>
          <w:tcPr>
            <w:tcW w:w="1374" w:type="dxa"/>
          </w:tcPr>
          <w:p w14:paraId="541AF8B6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39" w:type="dxa"/>
          </w:tcPr>
          <w:p w14:paraId="29C44B11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658" w:type="dxa"/>
          </w:tcPr>
          <w:p w14:paraId="6A8082B2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16" w:type="dxa"/>
          </w:tcPr>
          <w:p w14:paraId="5F22D75B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82" w:type="dxa"/>
          </w:tcPr>
          <w:p w14:paraId="32D9D834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</w:tr>
      <w:tr w:rsidR="00601FE7" w:rsidRPr="007E00C1" w14:paraId="4E332751" w14:textId="6A481DED" w:rsidTr="00601FE7">
        <w:trPr>
          <w:trHeight w:val="821"/>
        </w:trPr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13D8DC39" w14:textId="7D432D69" w:rsidR="00601FE7" w:rsidRPr="007E00C1" w:rsidRDefault="00601FE7" w:rsidP="00A933B7">
            <w:pPr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Suma pozycji (PLN)</w:t>
            </w:r>
          </w:p>
        </w:tc>
        <w:tc>
          <w:tcPr>
            <w:tcW w:w="1374" w:type="dxa"/>
            <w:shd w:val="clear" w:color="auto" w:fill="F2F2F2" w:themeFill="background1" w:themeFillShade="F2"/>
            <w:vAlign w:val="center"/>
          </w:tcPr>
          <w:p w14:paraId="0185204C" w14:textId="3977793B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14:paraId="6B34AFD1" w14:textId="16A455AD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58" w:type="dxa"/>
            <w:shd w:val="clear" w:color="auto" w:fill="F2F2F2" w:themeFill="background1" w:themeFillShade="F2"/>
            <w:vAlign w:val="center"/>
          </w:tcPr>
          <w:p w14:paraId="5F49C535" w14:textId="731563D8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16" w:type="dxa"/>
            <w:shd w:val="clear" w:color="auto" w:fill="F2F2F2" w:themeFill="background1" w:themeFillShade="F2"/>
            <w:vAlign w:val="center"/>
          </w:tcPr>
          <w:p w14:paraId="2C1F775E" w14:textId="5EA17514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82" w:type="dxa"/>
            <w:shd w:val="clear" w:color="auto" w:fill="F2F2F2" w:themeFill="background1" w:themeFillShade="F2"/>
          </w:tcPr>
          <w:p w14:paraId="6BB10189" w14:textId="77777777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</w:tr>
    </w:tbl>
    <w:p w14:paraId="62062BC5" w14:textId="77777777" w:rsidR="0084037A" w:rsidRDefault="0084037A" w:rsidP="00B642D3">
      <w:pPr>
        <w:pStyle w:val="Wcicienormalne"/>
        <w:ind w:left="0"/>
        <w:rPr>
          <w:rFonts w:cs="Arial"/>
        </w:rPr>
      </w:pPr>
    </w:p>
    <w:p w14:paraId="51BF3424" w14:textId="77777777" w:rsidR="00FF4FB8" w:rsidRPr="007E00C1" w:rsidRDefault="00FF4FB8" w:rsidP="00B642D3">
      <w:pPr>
        <w:pStyle w:val="Wcicienormalne"/>
        <w:ind w:left="0"/>
        <w:rPr>
          <w:rFonts w:cs="Arial"/>
        </w:rPr>
      </w:pPr>
    </w:p>
    <w:p w14:paraId="4179A28F" w14:textId="26C40E6D" w:rsidR="00B10B79" w:rsidRPr="007E00C1" w:rsidRDefault="00B10B79" w:rsidP="005B511F">
      <w:pPr>
        <w:pStyle w:val="Nagwek2"/>
        <w:numPr>
          <w:ilvl w:val="1"/>
          <w:numId w:val="6"/>
        </w:numPr>
        <w:tabs>
          <w:tab w:val="left" w:pos="709"/>
        </w:tabs>
        <w:rPr>
          <w:smallCaps/>
          <w:sz w:val="24"/>
          <w:szCs w:val="24"/>
        </w:rPr>
      </w:pPr>
      <w:bookmarkStart w:id="28" w:name="_Toc207973087"/>
      <w:r w:rsidRPr="007E00C1">
        <w:rPr>
          <w:smallCaps/>
          <w:sz w:val="24"/>
          <w:szCs w:val="24"/>
        </w:rPr>
        <w:t xml:space="preserve">Stan rozliczeń </w:t>
      </w:r>
      <w:r w:rsidR="00E74E32" w:rsidRPr="007E00C1">
        <w:rPr>
          <w:smallCaps/>
          <w:sz w:val="24"/>
          <w:szCs w:val="24"/>
        </w:rPr>
        <w:t>szczegółowy</w:t>
      </w:r>
      <w:bookmarkEnd w:id="28"/>
      <w:r w:rsidR="002811EE" w:rsidRPr="007E00C1">
        <w:rPr>
          <w:smallCaps/>
          <w:sz w:val="24"/>
          <w:szCs w:val="24"/>
        </w:rPr>
        <w:t xml:space="preserve"> </w:t>
      </w:r>
    </w:p>
    <w:p w14:paraId="62CFF81F" w14:textId="77777777" w:rsidR="00E228B7" w:rsidRPr="007E00C1" w:rsidRDefault="00E228B7" w:rsidP="00E228B7">
      <w:pPr>
        <w:pStyle w:val="Wcicienormalne"/>
        <w:rPr>
          <w:rFonts w:cs="Arial"/>
          <w:i/>
        </w:rPr>
      </w:pPr>
    </w:p>
    <w:p w14:paraId="3A98EE1A" w14:textId="7966991E" w:rsidR="00B10B79" w:rsidRDefault="00B10B79" w:rsidP="00235412">
      <w:pPr>
        <w:pStyle w:val="Nagwek2"/>
        <w:numPr>
          <w:ilvl w:val="2"/>
          <w:numId w:val="16"/>
        </w:numPr>
      </w:pPr>
      <w:bookmarkStart w:id="29" w:name="_Toc207973088"/>
      <w:r w:rsidRPr="1C8D4506">
        <w:t xml:space="preserve">Zmiany zakresów </w:t>
      </w:r>
      <w:r w:rsidR="420319E8" w:rsidRPr="1C8D4506">
        <w:t xml:space="preserve">- zestawienie </w:t>
      </w:r>
      <w:proofErr w:type="spellStart"/>
      <w:r w:rsidR="420319E8" w:rsidRPr="1C8D4506">
        <w:t>WoZ</w:t>
      </w:r>
      <w:bookmarkEnd w:id="29"/>
      <w:proofErr w:type="spellEnd"/>
    </w:p>
    <w:p w14:paraId="636853F6" w14:textId="3DAAB15C" w:rsidR="1C8D4506" w:rsidRPr="00235412" w:rsidRDefault="1C8D4506" w:rsidP="00235412">
      <w:pPr>
        <w:pStyle w:val="Wcicienormalne"/>
        <w:tabs>
          <w:tab w:val="left" w:pos="709"/>
        </w:tabs>
      </w:pPr>
    </w:p>
    <w:p w14:paraId="604C9A21" w14:textId="77777777" w:rsidR="00FF4FB8" w:rsidRPr="00FF4FB8" w:rsidRDefault="00FF4FB8" w:rsidP="00601FE7">
      <w:pPr>
        <w:pStyle w:val="Wcicienormalne"/>
        <w:ind w:left="0"/>
      </w:pPr>
    </w:p>
    <w:p w14:paraId="384CDB49" w14:textId="77777777" w:rsidR="00535905" w:rsidRPr="007E00C1" w:rsidRDefault="00535905" w:rsidP="1C8D4506">
      <w:pPr>
        <w:pStyle w:val="Wcicienormalne"/>
        <w:rPr>
          <w:rFonts w:cs="Arial"/>
          <w:i/>
          <w:iCs/>
        </w:rPr>
      </w:pPr>
    </w:p>
    <w:p w14:paraId="5D161D7F" w14:textId="35702F35" w:rsidR="00535905" w:rsidRDefault="234055CF" w:rsidP="00235412">
      <w:pPr>
        <w:pStyle w:val="Nagwek2"/>
        <w:numPr>
          <w:ilvl w:val="2"/>
          <w:numId w:val="16"/>
        </w:numPr>
        <w:tabs>
          <w:tab w:val="left" w:pos="709"/>
        </w:tabs>
        <w:rPr>
          <w:smallCaps/>
          <w:sz w:val="24"/>
          <w:szCs w:val="24"/>
        </w:rPr>
      </w:pPr>
      <w:bookmarkStart w:id="30" w:name="_Toc207973089"/>
      <w:r w:rsidRPr="1C8D4506">
        <w:rPr>
          <w:smallCaps/>
          <w:sz w:val="24"/>
          <w:szCs w:val="24"/>
        </w:rPr>
        <w:t>Prognozowane Zmiany zakresów</w:t>
      </w:r>
      <w:bookmarkEnd w:id="30"/>
      <w:r w:rsidRPr="1C8D4506">
        <w:rPr>
          <w:smallCaps/>
          <w:sz w:val="24"/>
          <w:szCs w:val="24"/>
        </w:rPr>
        <w:t xml:space="preserve"> </w:t>
      </w:r>
    </w:p>
    <w:p w14:paraId="4751E732" w14:textId="77777777" w:rsidR="00193E2D" w:rsidRDefault="00193E2D" w:rsidP="00193E2D">
      <w:pPr>
        <w:pStyle w:val="Wcicienormalne"/>
      </w:pPr>
    </w:p>
    <w:p w14:paraId="47E13D72" w14:textId="2801D91B" w:rsidR="00193E2D" w:rsidRPr="00193E2D" w:rsidRDefault="00193E2D" w:rsidP="00193E2D">
      <w:pPr>
        <w:pStyle w:val="Wcicienormalne"/>
        <w:ind w:left="1457"/>
      </w:pPr>
    </w:p>
    <w:p w14:paraId="3A473E47" w14:textId="00EFBB6B" w:rsidR="00535905" w:rsidRPr="007E00C1" w:rsidRDefault="00535905" w:rsidP="00F32437">
      <w:pPr>
        <w:pStyle w:val="Wcicienormalne"/>
        <w:rPr>
          <w:rFonts w:cs="Arial"/>
          <w:color w:val="FF0000"/>
        </w:rPr>
      </w:pPr>
    </w:p>
    <w:p w14:paraId="45C65797" w14:textId="18C6730B" w:rsidR="00E74E32" w:rsidRPr="007E00C1" w:rsidRDefault="00E74E32" w:rsidP="00235412">
      <w:pPr>
        <w:pStyle w:val="Nagwek1"/>
        <w:keepLines/>
        <w:numPr>
          <w:ilvl w:val="0"/>
          <w:numId w:val="16"/>
        </w:numPr>
        <w:rPr>
          <w:smallCaps/>
        </w:rPr>
      </w:pPr>
      <w:bookmarkStart w:id="31" w:name="_Toc207973090"/>
      <w:r w:rsidRPr="1C8D4506">
        <w:rPr>
          <w:smallCaps/>
        </w:rPr>
        <w:t>Harmonogram prac</w:t>
      </w:r>
      <w:bookmarkEnd w:id="31"/>
    </w:p>
    <w:p w14:paraId="6C93B381" w14:textId="384BA268" w:rsidR="1D8155B2" w:rsidRDefault="1D8155B2" w:rsidP="00235412">
      <w:pPr>
        <w:pStyle w:val="Nagwek1"/>
        <w:keepLines/>
        <w:numPr>
          <w:ilvl w:val="1"/>
          <w:numId w:val="16"/>
        </w:numPr>
        <w:rPr>
          <w:smallCaps/>
        </w:rPr>
      </w:pPr>
      <w:bookmarkStart w:id="32" w:name="_Toc207973091"/>
      <w:r w:rsidRPr="1C8D4506">
        <w:rPr>
          <w:smallCaps/>
        </w:rPr>
        <w:t>Harmonogram GW</w:t>
      </w:r>
      <w:bookmarkEnd w:id="32"/>
    </w:p>
    <w:p w14:paraId="14F1E522" w14:textId="27D56FF3" w:rsidR="1C8D4506" w:rsidRPr="00235412" w:rsidRDefault="1C8D4506" w:rsidP="1C8D4506">
      <w:pPr>
        <w:pStyle w:val="Wcicienormalne"/>
        <w:keepLines/>
      </w:pPr>
    </w:p>
    <w:p w14:paraId="2E626126" w14:textId="5E372796" w:rsidR="00EC0986" w:rsidRPr="007E00C1" w:rsidRDefault="00EC0986" w:rsidP="00411264">
      <w:pPr>
        <w:pStyle w:val="Wcicienormalne"/>
        <w:ind w:left="0"/>
        <w:rPr>
          <w:rFonts w:cs="Arial"/>
        </w:rPr>
      </w:pPr>
    </w:p>
    <w:tbl>
      <w:tblPr>
        <w:tblW w:w="4656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1276"/>
        <w:gridCol w:w="3567"/>
      </w:tblGrid>
      <w:tr w:rsidR="00CF67D0" w:rsidRPr="007E00C1" w14:paraId="4B886830" w14:textId="77777777" w:rsidTr="1C8D4506">
        <w:trPr>
          <w:trHeight w:val="611"/>
        </w:trPr>
        <w:tc>
          <w:tcPr>
            <w:tcW w:w="2457" w:type="pct"/>
            <w:gridSpan w:val="2"/>
            <w:vAlign w:val="center"/>
          </w:tcPr>
          <w:p w14:paraId="70B39BFE" w14:textId="5B6CFF1A" w:rsidR="00CF67D0" w:rsidRPr="007E00C1" w:rsidRDefault="00CF67D0" w:rsidP="00CF67D0">
            <w:pPr>
              <w:jc w:val="center"/>
              <w:rPr>
                <w:rFonts w:cs="Arial"/>
                <w:b/>
              </w:rPr>
            </w:pPr>
            <w:r w:rsidRPr="007E00C1">
              <w:rPr>
                <w:rFonts w:cs="Arial"/>
              </w:rPr>
              <w:t>Osiągnięte „kamienie milowe”</w:t>
            </w:r>
          </w:p>
        </w:tc>
        <w:tc>
          <w:tcPr>
            <w:tcW w:w="2543" w:type="pct"/>
            <w:gridSpan w:val="2"/>
            <w:vAlign w:val="center"/>
          </w:tcPr>
          <w:p w14:paraId="35745908" w14:textId="45B65108" w:rsidR="00CF67D0" w:rsidRPr="007E00C1" w:rsidRDefault="00CF67D0" w:rsidP="00CF67D0">
            <w:pPr>
              <w:jc w:val="center"/>
              <w:rPr>
                <w:rFonts w:cs="Arial"/>
                <w:b/>
              </w:rPr>
            </w:pPr>
            <w:r w:rsidRPr="007E00C1">
              <w:rPr>
                <w:rFonts w:cs="Arial"/>
              </w:rPr>
              <w:t>Planowane „kamienie milowe” w kolejnym okresie</w:t>
            </w:r>
          </w:p>
        </w:tc>
      </w:tr>
      <w:tr w:rsidR="00CF67D0" w:rsidRPr="007E00C1" w14:paraId="7C444DC4" w14:textId="77777777" w:rsidTr="1C8D4506">
        <w:tc>
          <w:tcPr>
            <w:tcW w:w="596" w:type="pct"/>
          </w:tcPr>
          <w:p w14:paraId="7BDF30D0" w14:textId="0349B509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Data</w:t>
            </w:r>
          </w:p>
        </w:tc>
        <w:tc>
          <w:tcPr>
            <w:tcW w:w="1861" w:type="pct"/>
          </w:tcPr>
          <w:p w14:paraId="4B11E2F0" w14:textId="49D57741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Zakres</w:t>
            </w:r>
          </w:p>
        </w:tc>
        <w:tc>
          <w:tcPr>
            <w:tcW w:w="670" w:type="pct"/>
          </w:tcPr>
          <w:p w14:paraId="58897118" w14:textId="450A5A01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Data</w:t>
            </w:r>
          </w:p>
        </w:tc>
        <w:tc>
          <w:tcPr>
            <w:tcW w:w="1873" w:type="pct"/>
          </w:tcPr>
          <w:p w14:paraId="083BE170" w14:textId="392BBAAC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Zakres</w:t>
            </w:r>
          </w:p>
        </w:tc>
      </w:tr>
      <w:tr w:rsidR="00D87827" w:rsidRPr="007E00C1" w14:paraId="0F0C9CC6" w14:textId="77777777" w:rsidTr="1C8D4506">
        <w:trPr>
          <w:trHeight w:val="554"/>
        </w:trPr>
        <w:tc>
          <w:tcPr>
            <w:tcW w:w="5000" w:type="pct"/>
            <w:gridSpan w:val="4"/>
            <w:vAlign w:val="center"/>
          </w:tcPr>
          <w:p w14:paraId="13E9E541" w14:textId="6CD970A3" w:rsidR="00D87827" w:rsidRPr="007E00C1" w:rsidRDefault="00B642D3" w:rsidP="00D87827">
            <w:pPr>
              <w:jc w:val="center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 xml:space="preserve">Generalny </w:t>
            </w:r>
            <w:r w:rsidR="007E00C1" w:rsidRPr="007E00C1">
              <w:rPr>
                <w:rFonts w:cs="Arial"/>
                <w:b/>
              </w:rPr>
              <w:t>Wykonawca</w:t>
            </w:r>
          </w:p>
        </w:tc>
      </w:tr>
      <w:tr w:rsidR="00CF67D0" w:rsidRPr="007E00C1" w14:paraId="30C6310E" w14:textId="77777777" w:rsidTr="1C8D4506">
        <w:tc>
          <w:tcPr>
            <w:tcW w:w="596" w:type="pct"/>
          </w:tcPr>
          <w:p w14:paraId="29B31FFA" w14:textId="4494AE63" w:rsidR="00CF67D0" w:rsidRPr="007E00C1" w:rsidRDefault="00CF67D0" w:rsidP="00CF67D0">
            <w:pPr>
              <w:rPr>
                <w:rFonts w:cs="Arial"/>
              </w:rPr>
            </w:pPr>
          </w:p>
        </w:tc>
        <w:tc>
          <w:tcPr>
            <w:tcW w:w="1861" w:type="pct"/>
          </w:tcPr>
          <w:p w14:paraId="63684E5D" w14:textId="43CDADE3" w:rsidR="00CF67D0" w:rsidRPr="007E00C1" w:rsidRDefault="00CF67D0" w:rsidP="00CF67D0">
            <w:pPr>
              <w:rPr>
                <w:rFonts w:cs="Arial"/>
              </w:rPr>
            </w:pPr>
          </w:p>
        </w:tc>
        <w:tc>
          <w:tcPr>
            <w:tcW w:w="670" w:type="pct"/>
          </w:tcPr>
          <w:p w14:paraId="46320C76" w14:textId="2F35F390" w:rsidR="00CF67D0" w:rsidRPr="007E00C1" w:rsidRDefault="00CF67D0" w:rsidP="00CF67D0">
            <w:pPr>
              <w:rPr>
                <w:rFonts w:cs="Arial"/>
              </w:rPr>
            </w:pPr>
          </w:p>
        </w:tc>
        <w:tc>
          <w:tcPr>
            <w:tcW w:w="1873" w:type="pct"/>
          </w:tcPr>
          <w:p w14:paraId="339330DC" w14:textId="031A9E42" w:rsidR="00CF67D0" w:rsidRPr="007E00C1" w:rsidRDefault="00CF67D0" w:rsidP="00CF67D0">
            <w:pPr>
              <w:rPr>
                <w:rFonts w:cs="Arial"/>
              </w:rPr>
            </w:pPr>
          </w:p>
        </w:tc>
      </w:tr>
      <w:tr w:rsidR="00D87827" w:rsidRPr="007E00C1" w14:paraId="2089DACE" w14:textId="77777777" w:rsidTr="1C8D4506">
        <w:tc>
          <w:tcPr>
            <w:tcW w:w="596" w:type="pct"/>
          </w:tcPr>
          <w:p w14:paraId="745F3D5F" w14:textId="4B0100F6" w:rsidR="00D87827" w:rsidRPr="007E00C1" w:rsidRDefault="00D87827" w:rsidP="00CF67D0">
            <w:pPr>
              <w:rPr>
                <w:rFonts w:cs="Arial"/>
              </w:rPr>
            </w:pPr>
          </w:p>
        </w:tc>
        <w:tc>
          <w:tcPr>
            <w:tcW w:w="1861" w:type="pct"/>
          </w:tcPr>
          <w:p w14:paraId="04C24E57" w14:textId="7C9DC0F9" w:rsidR="00D87827" w:rsidRPr="007E00C1" w:rsidRDefault="00D87827" w:rsidP="00CF67D0">
            <w:pPr>
              <w:rPr>
                <w:rFonts w:cs="Arial"/>
              </w:rPr>
            </w:pPr>
          </w:p>
        </w:tc>
        <w:tc>
          <w:tcPr>
            <w:tcW w:w="670" w:type="pct"/>
          </w:tcPr>
          <w:p w14:paraId="2D441794" w14:textId="125C5E63" w:rsidR="00D87827" w:rsidRPr="007E00C1" w:rsidRDefault="00D87827" w:rsidP="00904C1F">
            <w:pPr>
              <w:jc w:val="center"/>
              <w:rPr>
                <w:rFonts w:cs="Arial"/>
              </w:rPr>
            </w:pPr>
          </w:p>
        </w:tc>
        <w:tc>
          <w:tcPr>
            <w:tcW w:w="1873" w:type="pct"/>
          </w:tcPr>
          <w:p w14:paraId="2849568B" w14:textId="00E2A83A" w:rsidR="00D87827" w:rsidRPr="007E00C1" w:rsidRDefault="00D87827" w:rsidP="00904C1F">
            <w:pPr>
              <w:jc w:val="center"/>
              <w:rPr>
                <w:rFonts w:cs="Arial"/>
              </w:rPr>
            </w:pPr>
          </w:p>
        </w:tc>
      </w:tr>
    </w:tbl>
    <w:p w14:paraId="54166B61" w14:textId="3EF73C68" w:rsidR="006214E4" w:rsidRPr="007E00C1" w:rsidRDefault="2610CF4D" w:rsidP="00235412">
      <w:pPr>
        <w:pStyle w:val="Nagwek1"/>
        <w:keepLines/>
        <w:numPr>
          <w:ilvl w:val="1"/>
          <w:numId w:val="16"/>
        </w:numPr>
        <w:rPr>
          <w:smallCaps/>
        </w:rPr>
      </w:pPr>
      <w:bookmarkStart w:id="33" w:name="_Toc207973092"/>
      <w:r w:rsidRPr="1C8D4506">
        <w:rPr>
          <w:smallCaps/>
        </w:rPr>
        <w:t>Harmonogram NI</w:t>
      </w:r>
      <w:bookmarkEnd w:id="33"/>
    </w:p>
    <w:p w14:paraId="3BA487DA" w14:textId="77777777" w:rsidR="00E936AC" w:rsidRDefault="00E936AC" w:rsidP="005C4CDE">
      <w:pPr>
        <w:pStyle w:val="Wcicienormalne"/>
        <w:ind w:left="0"/>
      </w:pPr>
    </w:p>
    <w:p w14:paraId="40B000A2" w14:textId="77777777" w:rsidR="00E936AC" w:rsidRPr="00E936AC" w:rsidRDefault="00E936AC" w:rsidP="00E936AC">
      <w:pPr>
        <w:pStyle w:val="Wcicienormalne"/>
      </w:pPr>
    </w:p>
    <w:p w14:paraId="779C883C" w14:textId="2E76AF1C" w:rsidR="00E74E32" w:rsidRPr="007E00C1" w:rsidRDefault="00E74E32" w:rsidP="00235412">
      <w:pPr>
        <w:pStyle w:val="Nagwek1"/>
        <w:keepLines/>
        <w:numPr>
          <w:ilvl w:val="0"/>
          <w:numId w:val="16"/>
        </w:numPr>
        <w:tabs>
          <w:tab w:val="clear" w:pos="737"/>
        </w:tabs>
        <w:rPr>
          <w:bCs w:val="0"/>
          <w:iCs/>
          <w:smallCaps/>
          <w:szCs w:val="24"/>
        </w:rPr>
      </w:pPr>
      <w:bookmarkStart w:id="34" w:name="_Toc207973093"/>
      <w:r w:rsidRPr="007E00C1">
        <w:rPr>
          <w:bCs w:val="0"/>
          <w:iCs/>
          <w:smallCaps/>
          <w:szCs w:val="24"/>
        </w:rPr>
        <w:t>Analiza ryzyka</w:t>
      </w:r>
      <w:bookmarkEnd w:id="34"/>
    </w:p>
    <w:tbl>
      <w:tblPr>
        <w:tblW w:w="4656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2072"/>
        <w:gridCol w:w="3403"/>
        <w:gridCol w:w="1798"/>
      </w:tblGrid>
      <w:tr w:rsidR="00E74E32" w:rsidRPr="007E00C1" w14:paraId="1D244572" w14:textId="77777777" w:rsidTr="00D10363">
        <w:tc>
          <w:tcPr>
            <w:tcW w:w="1181" w:type="pct"/>
          </w:tcPr>
          <w:p w14:paraId="00FBADBF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Opis zagrożenia</w:t>
            </w:r>
          </w:p>
        </w:tc>
        <w:tc>
          <w:tcPr>
            <w:tcW w:w="1088" w:type="pct"/>
          </w:tcPr>
          <w:p w14:paraId="52451D40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Skutek</w:t>
            </w:r>
          </w:p>
        </w:tc>
        <w:tc>
          <w:tcPr>
            <w:tcW w:w="1787" w:type="pct"/>
          </w:tcPr>
          <w:p w14:paraId="4080082D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 xml:space="preserve">Sposób ograniczenia ryzyka / </w:t>
            </w:r>
          </w:p>
          <w:p w14:paraId="0AC6892F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Podjęte działania</w:t>
            </w:r>
          </w:p>
        </w:tc>
        <w:tc>
          <w:tcPr>
            <w:tcW w:w="944" w:type="pct"/>
          </w:tcPr>
          <w:p w14:paraId="7D897396" w14:textId="0A023464" w:rsidR="00E74E32" w:rsidRPr="007E00C1" w:rsidRDefault="006841DE" w:rsidP="006841DE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Odpowie</w:t>
            </w:r>
            <w:r w:rsidR="00E74E32" w:rsidRPr="007E00C1">
              <w:rPr>
                <w:rFonts w:cs="Arial"/>
                <w:b/>
              </w:rPr>
              <w:t>dzialn</w:t>
            </w:r>
            <w:r w:rsidRPr="007E00C1">
              <w:rPr>
                <w:rFonts w:cs="Arial"/>
                <w:b/>
              </w:rPr>
              <w:t>y</w:t>
            </w:r>
          </w:p>
        </w:tc>
      </w:tr>
      <w:tr w:rsidR="004F20F7" w:rsidRPr="007E00C1" w14:paraId="0346E40D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034B8556" w14:textId="6975BB8C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t>BHP</w:t>
            </w:r>
          </w:p>
        </w:tc>
      </w:tr>
      <w:tr w:rsidR="00E74E32" w:rsidRPr="007E00C1" w14:paraId="7BC1677B" w14:textId="77777777" w:rsidTr="00D10363">
        <w:tc>
          <w:tcPr>
            <w:tcW w:w="1181" w:type="pct"/>
          </w:tcPr>
          <w:p w14:paraId="1388D4F3" w14:textId="42682DC5" w:rsidR="00E74E32" w:rsidRPr="007E00C1" w:rsidRDefault="00E74E32" w:rsidP="00E74E32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035E1A0A" w14:textId="5F0AF50F" w:rsidR="00E74E32" w:rsidRPr="007E00C1" w:rsidRDefault="00E74E32" w:rsidP="00E74E32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4C19A81B" w14:textId="335BAD0F" w:rsidR="00E74E32" w:rsidRPr="007E00C1" w:rsidRDefault="00E74E32" w:rsidP="00E74E32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0F52EFAD" w14:textId="29EAE4E3" w:rsidR="00E74E32" w:rsidRPr="007E00C1" w:rsidRDefault="00E74E32" w:rsidP="00E74E32">
            <w:pPr>
              <w:rPr>
                <w:rFonts w:cs="Arial"/>
              </w:rPr>
            </w:pPr>
          </w:p>
        </w:tc>
      </w:tr>
      <w:tr w:rsidR="004F20F7" w:rsidRPr="007E00C1" w14:paraId="2C356D80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792F7200" w14:textId="4DD8840A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t>JAKOŚĆ</w:t>
            </w:r>
          </w:p>
        </w:tc>
      </w:tr>
      <w:tr w:rsidR="004F20F7" w:rsidRPr="007E00C1" w14:paraId="1369E25C" w14:textId="77777777" w:rsidTr="00D10363">
        <w:tc>
          <w:tcPr>
            <w:tcW w:w="1181" w:type="pct"/>
          </w:tcPr>
          <w:p w14:paraId="15E9BAC5" w14:textId="764573DE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42AED9A7" w14:textId="0DEDC905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48E0BD73" w14:textId="4B7CCDBE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70D0C030" w14:textId="045BA95B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5A80A049" w14:textId="77777777" w:rsidTr="00D10363">
        <w:tc>
          <w:tcPr>
            <w:tcW w:w="1181" w:type="pct"/>
          </w:tcPr>
          <w:p w14:paraId="601D8CB5" w14:textId="4086780C" w:rsidR="004F20F7" w:rsidRPr="007E00C1" w:rsidRDefault="004F20F7" w:rsidP="00080B5E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68ABD8D0" w14:textId="52C090F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23A99455" w14:textId="48E9F74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3BAC4284" w14:textId="617B0E8C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63C98FB3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139204A9" w14:textId="18CCD424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t>HARMONOGRAM</w:t>
            </w:r>
          </w:p>
        </w:tc>
      </w:tr>
      <w:tr w:rsidR="004F20F7" w:rsidRPr="007E00C1" w14:paraId="55F6846C" w14:textId="77777777" w:rsidTr="00D10363">
        <w:tc>
          <w:tcPr>
            <w:tcW w:w="1181" w:type="pct"/>
          </w:tcPr>
          <w:p w14:paraId="7202565F" w14:textId="2CFFFAF6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5EB871A5" w14:textId="4FF2B46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64ECBFF3" w14:textId="3FF9099D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698CB487" w14:textId="08F1D159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7AB67FB6" w14:textId="77777777" w:rsidTr="00D10363">
        <w:tc>
          <w:tcPr>
            <w:tcW w:w="1181" w:type="pct"/>
          </w:tcPr>
          <w:p w14:paraId="6D42F3DB" w14:textId="0E9478F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3C92037B" w14:textId="380E104F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489C6751" w14:textId="2EF64050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33345BE7" w14:textId="734B6889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4784B379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464E5E4E" w14:textId="7287CAF9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lastRenderedPageBreak/>
              <w:t>BUDŻET</w:t>
            </w:r>
          </w:p>
        </w:tc>
      </w:tr>
      <w:tr w:rsidR="004F20F7" w:rsidRPr="007E00C1" w14:paraId="39238B87" w14:textId="77777777" w:rsidTr="00D10363">
        <w:tc>
          <w:tcPr>
            <w:tcW w:w="1181" w:type="pct"/>
          </w:tcPr>
          <w:p w14:paraId="6EA2ADFD" w14:textId="06CA7E8F" w:rsidR="004F20F7" w:rsidRPr="007E00C1" w:rsidRDefault="004F20F7" w:rsidP="00080B5E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71F9C881" w14:textId="2B5C1626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168DF7F9" w14:textId="7F9C5454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5F6ECFB7" w14:textId="34AA2D65" w:rsidR="004F20F7" w:rsidRPr="007E00C1" w:rsidRDefault="004F20F7" w:rsidP="00FD4A1C">
            <w:pPr>
              <w:rPr>
                <w:rFonts w:cs="Arial"/>
              </w:rPr>
            </w:pPr>
          </w:p>
        </w:tc>
      </w:tr>
    </w:tbl>
    <w:p w14:paraId="365D9C01" w14:textId="0A4AECF7" w:rsidR="00FD2168" w:rsidRPr="007E00C1" w:rsidRDefault="00FD2168" w:rsidP="00535905">
      <w:pPr>
        <w:pStyle w:val="Wcicienormalne"/>
        <w:ind w:left="0"/>
        <w:rPr>
          <w:rFonts w:cs="Arial"/>
        </w:rPr>
      </w:pPr>
    </w:p>
    <w:p w14:paraId="24C92E4E" w14:textId="4FB9545C" w:rsidR="00E74E32" w:rsidRPr="007E00C1" w:rsidRDefault="00E74E32" w:rsidP="00235412">
      <w:pPr>
        <w:pStyle w:val="Nagwek1"/>
        <w:keepLines/>
        <w:numPr>
          <w:ilvl w:val="0"/>
          <w:numId w:val="16"/>
        </w:numPr>
        <w:rPr>
          <w:smallCaps/>
        </w:rPr>
      </w:pPr>
      <w:bookmarkStart w:id="35" w:name="_Toc207973094"/>
      <w:r w:rsidRPr="1C8D4506">
        <w:rPr>
          <w:smallCaps/>
        </w:rPr>
        <w:t>Inne</w:t>
      </w:r>
      <w:bookmarkEnd w:id="35"/>
    </w:p>
    <w:p w14:paraId="40EF7DD6" w14:textId="61D47ED7" w:rsidR="00987809" w:rsidRPr="00235412" w:rsidRDefault="00987809" w:rsidP="00235412">
      <w:pPr>
        <w:pStyle w:val="Wcicienormalne"/>
        <w:keepLines/>
      </w:pPr>
    </w:p>
    <w:p w14:paraId="1BD5BC52" w14:textId="23819DF2" w:rsidR="00987809" w:rsidRPr="007E00C1" w:rsidRDefault="57D6E7C1" w:rsidP="00235412">
      <w:pPr>
        <w:pStyle w:val="Nagwek1"/>
        <w:keepLines/>
        <w:numPr>
          <w:ilvl w:val="0"/>
          <w:numId w:val="16"/>
        </w:numPr>
        <w:rPr>
          <w:smallCaps/>
        </w:rPr>
      </w:pPr>
      <w:bookmarkStart w:id="36" w:name="_Toc207973095"/>
      <w:r w:rsidRPr="1C8D4506">
        <w:rPr>
          <w:smallCaps/>
        </w:rPr>
        <w:t>Dokumentacja zdjęciowa</w:t>
      </w:r>
      <w:bookmarkEnd w:id="36"/>
    </w:p>
    <w:p w14:paraId="7306A30D" w14:textId="495E97C8" w:rsidR="00987809" w:rsidRPr="00235412" w:rsidRDefault="00987809" w:rsidP="00235412">
      <w:pPr>
        <w:pStyle w:val="Wcicienormalne"/>
        <w:keepLines/>
      </w:pPr>
    </w:p>
    <w:p w14:paraId="5D52ED95" w14:textId="222EA091" w:rsidR="003C0985" w:rsidRPr="00235412" w:rsidRDefault="00E74E32" w:rsidP="00235412">
      <w:pPr>
        <w:pStyle w:val="Nagwek1"/>
        <w:keepLines/>
        <w:numPr>
          <w:ilvl w:val="0"/>
          <w:numId w:val="16"/>
        </w:numPr>
        <w:tabs>
          <w:tab w:val="clear" w:pos="737"/>
        </w:tabs>
        <w:rPr>
          <w:bCs w:val="0"/>
          <w:iCs/>
          <w:smallCaps/>
          <w:szCs w:val="24"/>
        </w:rPr>
      </w:pPr>
      <w:bookmarkStart w:id="37" w:name="_Toc207973096"/>
      <w:r w:rsidRPr="007E00C1">
        <w:rPr>
          <w:bCs w:val="0"/>
          <w:iCs/>
          <w:smallCaps/>
          <w:szCs w:val="24"/>
        </w:rPr>
        <w:t>Załączniki</w:t>
      </w:r>
      <w:bookmarkStart w:id="38" w:name="_Toc337644501"/>
      <w:bookmarkStart w:id="39" w:name="_Toc337644507"/>
      <w:bookmarkStart w:id="40" w:name="_Toc337644508"/>
      <w:bookmarkStart w:id="41" w:name="_Toc337644509"/>
      <w:bookmarkStart w:id="42" w:name="_Toc337644510"/>
      <w:bookmarkStart w:id="43" w:name="_Toc337644511"/>
      <w:bookmarkStart w:id="44" w:name="_Toc337644512"/>
      <w:bookmarkStart w:id="45" w:name="_Toc337644513"/>
      <w:bookmarkStart w:id="46" w:name="_Toc337644514"/>
      <w:bookmarkStart w:id="47" w:name="_Toc337644515"/>
      <w:bookmarkStart w:id="48" w:name="_Toc337644516"/>
      <w:bookmarkStart w:id="49" w:name="_Toc337644517"/>
      <w:bookmarkStart w:id="50" w:name="_Toc337644518"/>
      <w:bookmarkStart w:id="51" w:name="_Toc337644519"/>
      <w:bookmarkStart w:id="52" w:name="_Toc337644520"/>
      <w:bookmarkStart w:id="53" w:name="_Toc337644521"/>
      <w:bookmarkStart w:id="54" w:name="_Toc337644522"/>
      <w:bookmarkStart w:id="55" w:name="_Toc337644523"/>
      <w:bookmarkStart w:id="56" w:name="_Toc337644524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sectPr w:rsidR="003C0985" w:rsidRPr="00235412" w:rsidSect="00535905">
      <w:headerReference w:type="default" r:id="rId10"/>
      <w:headerReference w:type="first" r:id="rId11"/>
      <w:footerReference w:type="first" r:id="rId12"/>
      <w:pgSz w:w="11907" w:h="16840" w:code="9"/>
      <w:pgMar w:top="2835" w:right="680" w:bottom="993" w:left="993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07231" w14:textId="77777777" w:rsidR="00984A83" w:rsidRPr="00DB18D8" w:rsidRDefault="00984A83">
      <w:r w:rsidRPr="00DB18D8">
        <w:separator/>
      </w:r>
    </w:p>
  </w:endnote>
  <w:endnote w:type="continuationSeparator" w:id="0">
    <w:p w14:paraId="087EF483" w14:textId="77777777" w:rsidR="00984A83" w:rsidRPr="00DB18D8" w:rsidRDefault="00984A83">
      <w:r w:rsidRPr="00DB18D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4D75" w14:textId="4D04D6ED" w:rsidR="0091289A" w:rsidRPr="008D4B19" w:rsidRDefault="0091289A">
    <w:pPr>
      <w:pStyle w:val="Stopka"/>
      <w:rPr>
        <w:sz w:val="16"/>
        <w:szCs w:val="16"/>
      </w:rPr>
    </w:pPr>
    <w:r w:rsidRPr="008D4B19">
      <w:rPr>
        <w:sz w:val="16"/>
        <w:szCs w:val="16"/>
      </w:rPr>
      <w:t xml:space="preserve">Załącznik nr </w:t>
    </w:r>
    <w:r w:rsidR="00ED316E" w:rsidRPr="008D4B19">
      <w:rPr>
        <w:rFonts w:cs="Arial"/>
        <w:sz w:val="16"/>
        <w:szCs w:val="16"/>
      </w:rPr>
      <w:t>PLT00560</w:t>
    </w:r>
    <w:r w:rsidRPr="008D4B19">
      <w:rPr>
        <w:sz w:val="16"/>
        <w:szCs w:val="16"/>
      </w:rPr>
      <w:t>/Z/2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58A3" w14:textId="77777777" w:rsidR="00984A83" w:rsidRPr="00DB18D8" w:rsidRDefault="00984A83">
      <w:r w:rsidRPr="00DB18D8">
        <w:separator/>
      </w:r>
    </w:p>
  </w:footnote>
  <w:footnote w:type="continuationSeparator" w:id="0">
    <w:p w14:paraId="2C1F9AF3" w14:textId="77777777" w:rsidR="00984A83" w:rsidRPr="00DB18D8" w:rsidRDefault="00984A83">
      <w:r w:rsidRPr="00DB18D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page" w:horzAnchor="page" w:tblpX="1702" w:tblpY="483"/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843"/>
      <w:gridCol w:w="4461"/>
      <w:gridCol w:w="1624"/>
      <w:gridCol w:w="1617"/>
      <w:gridCol w:w="175"/>
    </w:tblGrid>
    <w:tr w:rsidR="0091289A" w:rsidRPr="00DB18D8" w14:paraId="5D52ED9E" w14:textId="77777777" w:rsidTr="00A7062D">
      <w:trPr>
        <w:trHeight w:val="249"/>
      </w:trPr>
      <w:tc>
        <w:tcPr>
          <w:tcW w:w="1843" w:type="dxa"/>
          <w:vMerge w:val="restart"/>
        </w:tcPr>
        <w:p w14:paraId="5D52ED9A" w14:textId="7B5DE97D" w:rsidR="0091289A" w:rsidRPr="00DB18D8" w:rsidRDefault="0091289A" w:rsidP="00A7062D">
          <w:pPr>
            <w:pStyle w:val="AdresGegevensNaamblok2"/>
          </w:pPr>
        </w:p>
      </w:tc>
      <w:tc>
        <w:tcPr>
          <w:tcW w:w="4461" w:type="dxa"/>
          <w:vAlign w:val="center"/>
        </w:tcPr>
        <w:p w14:paraId="5D52ED9B" w14:textId="41D077B4" w:rsidR="0091289A" w:rsidRPr="002F3414" w:rsidRDefault="0091289A" w:rsidP="0075228E">
          <w:pPr>
            <w:pStyle w:val="AdresGegevensNaamblok2"/>
            <w:ind w:left="276"/>
            <w:rPr>
              <w:sz w:val="16"/>
              <w:szCs w:val="16"/>
              <w:lang w:val="da-DK"/>
            </w:rPr>
          </w:pPr>
        </w:p>
      </w:tc>
      <w:tc>
        <w:tcPr>
          <w:tcW w:w="3241" w:type="dxa"/>
          <w:gridSpan w:val="2"/>
        </w:tcPr>
        <w:p w14:paraId="5D52ED9C" w14:textId="365BB80D" w:rsidR="0091289A" w:rsidRPr="00DB18D8" w:rsidRDefault="0091289A" w:rsidP="00B642D3">
          <w:pPr>
            <w:pStyle w:val="DocumentNaamblok3"/>
            <w:ind w:left="9" w:hanging="9"/>
          </w:pPr>
          <w:r>
            <w:t>Raport miesięczny</w:t>
          </w:r>
          <w:r w:rsidR="00B642D3">
            <w:t xml:space="preserve"> </w:t>
          </w:r>
        </w:p>
      </w:tc>
      <w:tc>
        <w:tcPr>
          <w:tcW w:w="175" w:type="dxa"/>
        </w:tcPr>
        <w:p w14:paraId="5D52ED9D" w14:textId="77777777" w:rsidR="0091289A" w:rsidRPr="00DB18D8" w:rsidRDefault="0091289A" w:rsidP="003C0985">
          <w:pPr>
            <w:pStyle w:val="DocumentNaamblok3"/>
            <w:ind w:left="9" w:hanging="9"/>
          </w:pPr>
        </w:p>
      </w:tc>
    </w:tr>
    <w:tr w:rsidR="0091289A" w:rsidRPr="00ED316E" w14:paraId="5D52EDA4" w14:textId="77777777" w:rsidTr="00A7062D">
      <w:trPr>
        <w:trHeight w:hRule="exact" w:val="251"/>
      </w:trPr>
      <w:tc>
        <w:tcPr>
          <w:tcW w:w="1843" w:type="dxa"/>
          <w:vMerge/>
        </w:tcPr>
        <w:p w14:paraId="5D52ED9F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A0" w14:textId="758D0D41" w:rsidR="0091289A" w:rsidRPr="00B642D3" w:rsidRDefault="0091289A" w:rsidP="00B642D3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A1" w14:textId="77777777" w:rsidR="0091289A" w:rsidRPr="00DB18D8" w:rsidRDefault="0091289A" w:rsidP="003C0985">
          <w:pPr>
            <w:pStyle w:val="DocumentGegevenssubblok3a"/>
          </w:pPr>
        </w:p>
      </w:tc>
      <w:tc>
        <w:tcPr>
          <w:tcW w:w="1617" w:type="dxa"/>
          <w:vMerge w:val="restart"/>
        </w:tcPr>
        <w:p w14:paraId="5D52EDA2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 w:val="restart"/>
        </w:tcPr>
        <w:p w14:paraId="5D52EDA3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AA" w14:textId="77777777" w:rsidTr="00A7062D">
      <w:trPr>
        <w:trHeight w:hRule="exact" w:val="251"/>
      </w:trPr>
      <w:tc>
        <w:tcPr>
          <w:tcW w:w="1843" w:type="dxa"/>
          <w:vMerge/>
        </w:tcPr>
        <w:p w14:paraId="5D52EDA5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A6" w14:textId="3F4260C9" w:rsidR="0091289A" w:rsidRPr="00B642D3" w:rsidRDefault="0091289A" w:rsidP="0075228E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A7" w14:textId="77777777" w:rsidR="0091289A" w:rsidRPr="00DB18D8" w:rsidRDefault="0091289A" w:rsidP="003C0985">
          <w:pPr>
            <w:pStyle w:val="AdresGegevensblok2"/>
          </w:pPr>
        </w:p>
      </w:tc>
      <w:tc>
        <w:tcPr>
          <w:tcW w:w="1617" w:type="dxa"/>
          <w:vMerge/>
        </w:tcPr>
        <w:p w14:paraId="5D52EDA8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A9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B0" w14:textId="77777777" w:rsidTr="00A7062D">
      <w:trPr>
        <w:trHeight w:hRule="exact" w:val="251"/>
      </w:trPr>
      <w:tc>
        <w:tcPr>
          <w:tcW w:w="1843" w:type="dxa"/>
          <w:vMerge/>
        </w:tcPr>
        <w:p w14:paraId="5D52EDAB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AC" w14:textId="7087E7B1" w:rsidR="0091289A" w:rsidRPr="00B642D3" w:rsidRDefault="0091289A" w:rsidP="0075228E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AD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  <w:vMerge/>
        </w:tcPr>
        <w:p w14:paraId="5D52EDAE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AF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B6" w14:textId="77777777" w:rsidTr="00A7062D">
      <w:trPr>
        <w:trHeight w:hRule="exact" w:val="251"/>
      </w:trPr>
      <w:tc>
        <w:tcPr>
          <w:tcW w:w="1843" w:type="dxa"/>
          <w:vMerge/>
        </w:tcPr>
        <w:p w14:paraId="5D52EDB1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B2" w14:textId="28D067FD" w:rsidR="0091289A" w:rsidRPr="00B642D3" w:rsidRDefault="0091289A" w:rsidP="00CC20EF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B3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  <w:vMerge/>
        </w:tcPr>
        <w:p w14:paraId="5D52EDB4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B5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BC" w14:textId="77777777" w:rsidTr="00395624">
      <w:trPr>
        <w:trHeight w:hRule="exact" w:val="552"/>
      </w:trPr>
      <w:tc>
        <w:tcPr>
          <w:tcW w:w="1843" w:type="dxa"/>
          <w:vMerge/>
        </w:tcPr>
        <w:p w14:paraId="5D52EDB7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B8" w14:textId="5E3223F5" w:rsidR="0091289A" w:rsidRPr="00B642D3" w:rsidRDefault="0091289A" w:rsidP="0075228E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B9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  <w:vMerge/>
        </w:tcPr>
        <w:p w14:paraId="5D52EDBA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BB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C2" w14:textId="77777777" w:rsidTr="00A7062D">
      <w:trPr>
        <w:trHeight w:hRule="exact" w:val="198"/>
      </w:trPr>
      <w:tc>
        <w:tcPr>
          <w:tcW w:w="1843" w:type="dxa"/>
          <w:vMerge/>
        </w:tcPr>
        <w:p w14:paraId="5D52EDBD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BE" w14:textId="77777777" w:rsidR="0091289A" w:rsidRPr="00DB18D8" w:rsidRDefault="0091289A" w:rsidP="003C0985">
          <w:pPr>
            <w:pStyle w:val="AdresGegevensblok2"/>
          </w:pPr>
        </w:p>
      </w:tc>
      <w:tc>
        <w:tcPr>
          <w:tcW w:w="1624" w:type="dxa"/>
        </w:tcPr>
        <w:p w14:paraId="5D52EDBF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</w:tcPr>
        <w:p w14:paraId="5D52EDC0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C1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C6" w14:textId="77777777" w:rsidTr="00A7062D">
      <w:trPr>
        <w:trHeight w:val="249"/>
      </w:trPr>
      <w:tc>
        <w:tcPr>
          <w:tcW w:w="1843" w:type="dxa"/>
          <w:vMerge/>
        </w:tcPr>
        <w:p w14:paraId="5D52EDC3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C4" w14:textId="77777777" w:rsidR="0091289A" w:rsidRPr="00DB18D8" w:rsidRDefault="0091289A" w:rsidP="003C0985">
          <w:pPr>
            <w:pStyle w:val="AdresGegevensblok2"/>
          </w:pPr>
        </w:p>
      </w:tc>
      <w:tc>
        <w:tcPr>
          <w:tcW w:w="3416" w:type="dxa"/>
          <w:gridSpan w:val="3"/>
        </w:tcPr>
        <w:p w14:paraId="5D52EDC5" w14:textId="77777777" w:rsidR="0091289A" w:rsidRPr="00DB18D8" w:rsidRDefault="0091289A" w:rsidP="003C0985">
          <w:pPr>
            <w:pStyle w:val="Mededelingblok4"/>
          </w:pPr>
        </w:p>
      </w:tc>
    </w:tr>
  </w:tbl>
  <w:p w14:paraId="5D52EDC7" w14:textId="7F300EA7" w:rsidR="0091289A" w:rsidRPr="00DB18D8" w:rsidRDefault="009128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2B8E" w14:textId="0FFED16C" w:rsidR="0091289A" w:rsidRDefault="002F3414" w:rsidP="002F3414">
    <w:pPr>
      <w:pStyle w:val="Nagwek"/>
      <w:ind w:left="-284"/>
      <w:jc w:val="left"/>
      <w:rPr>
        <w:noProof/>
        <w:color w:val="4B4B4D"/>
        <w:sz w:val="22"/>
        <w:szCs w:val="28"/>
      </w:rPr>
    </w:pPr>
    <w:r>
      <w:rPr>
        <w:noProof/>
        <w:color w:val="4B4B4D"/>
        <w:sz w:val="22"/>
        <w:szCs w:val="28"/>
      </w:rPr>
      <w:t xml:space="preserve">    </w:t>
    </w:r>
    <w:r w:rsidRPr="00745C61">
      <w:rPr>
        <w:noProof/>
      </w:rPr>
      <w:drawing>
        <wp:inline distT="0" distB="0" distL="0" distR="0" wp14:anchorId="6E889988" wp14:editId="40328FDF">
          <wp:extent cx="1483995" cy="765810"/>
          <wp:effectExtent l="0" t="0" r="1905" b="0"/>
          <wp:docPr id="634703543" name="Obraz 1" descr="Obraz zawierający Czcionka, Grafika, projekt graficzn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214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1589"/>
      <w:gridCol w:w="1719"/>
      <w:gridCol w:w="3308"/>
      <w:gridCol w:w="2598"/>
    </w:tblGrid>
    <w:tr w:rsidR="00CC20EF" w:rsidRPr="002227EC" w14:paraId="360EE12D" w14:textId="77777777" w:rsidTr="00BA2EF3">
      <w:trPr>
        <w:trHeight w:val="273"/>
      </w:trPr>
      <w:tc>
        <w:tcPr>
          <w:tcW w:w="330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12B3462" w14:textId="387AF596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330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8568E8" w14:textId="602C5BEC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259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616718C" w14:textId="77777777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CC20EF" w:rsidRPr="002227EC" w14:paraId="583E4AD3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E1429A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Numer projektu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C5042F" w14:textId="1FA3E443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CC20EF" w:rsidRPr="002227EC" w14:paraId="19AEE20E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C972FE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Nazwa projektu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4D5B29" w14:textId="1EB37FE2" w:rsidR="00CC20EF" w:rsidRPr="002227EC" w:rsidRDefault="002F3414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  <w:r w:rsidRPr="00CB6932">
            <w:rPr>
              <w:rFonts w:eastAsia="Calibri" w:cs="Arial"/>
              <w:b/>
              <w:sz w:val="12"/>
              <w:szCs w:val="18"/>
            </w:rPr>
            <w:t>Budowa terminala intermodalnego w Z</w:t>
          </w:r>
          <w:r>
            <w:rPr>
              <w:rFonts w:eastAsia="Calibri" w:cs="Arial"/>
              <w:b/>
              <w:sz w:val="12"/>
              <w:szCs w:val="18"/>
            </w:rPr>
            <w:t>bąszynku</w:t>
          </w:r>
        </w:p>
      </w:tc>
    </w:tr>
    <w:tr w:rsidR="00CC20EF" w:rsidRPr="002227EC" w14:paraId="387CBA0F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22E25D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Zamawiający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52FB3B" w14:textId="77777777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  <w:r w:rsidRPr="002227EC">
            <w:rPr>
              <w:rFonts w:cs="Arial"/>
              <w:b/>
              <w:sz w:val="12"/>
              <w:szCs w:val="18"/>
            </w:rPr>
            <w:t>LOCONI INTERMODAL S.A. (Loconi)</w:t>
          </w:r>
        </w:p>
      </w:tc>
    </w:tr>
    <w:tr w:rsidR="00CC20EF" w:rsidRPr="002227EC" w14:paraId="0F7E858F" w14:textId="77777777" w:rsidTr="00BA2EF3">
      <w:trPr>
        <w:trHeight w:val="29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FAB10F" w14:textId="32DB7235" w:rsidR="00CC20EF" w:rsidRPr="002227EC" w:rsidRDefault="00877429" w:rsidP="00CC20EF">
          <w:pPr>
            <w:rPr>
              <w:rFonts w:cs="Arial"/>
              <w:b/>
              <w:sz w:val="12"/>
              <w:szCs w:val="16"/>
            </w:rPr>
          </w:pPr>
          <w:r w:rsidRPr="00877429">
            <w:rPr>
              <w:rFonts w:cs="Arial"/>
              <w:b/>
              <w:sz w:val="12"/>
              <w:szCs w:val="16"/>
            </w:rPr>
            <w:t>Nadzór Inwestorski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675D98" w14:textId="6D78AFEF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CC20EF" w:rsidRPr="002227EC" w14:paraId="3F45004F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D683AA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Generalny Wykonawca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85B386" w14:textId="77777777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</w:tbl>
  <w:p w14:paraId="5D52EDF6" w14:textId="139FE476" w:rsidR="0091289A" w:rsidRPr="008D4B19" w:rsidRDefault="0091289A" w:rsidP="00E81BB4">
    <w:pPr>
      <w:pStyle w:val="Nagwek"/>
      <w:jc w:val="center"/>
      <w:rPr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4AB2"/>
    <w:multiLevelType w:val="multilevel"/>
    <w:tmpl w:val="46C2F69C"/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4">
      <w:start w:val="1"/>
      <w:numFmt w:val="decimal"/>
      <w:lvlRestart w:val="1"/>
      <w:lvlText w:val="%1.%2."/>
      <w:lvlJc w:val="left"/>
      <w:pPr>
        <w:tabs>
          <w:tab w:val="num" w:pos="-371"/>
        </w:tabs>
        <w:ind w:left="-371" w:hanging="726"/>
      </w:pPr>
      <w:rPr>
        <w:rFonts w:hint="default"/>
      </w:rPr>
    </w:lvl>
    <w:lvl w:ilvl="5">
      <w:start w:val="1"/>
      <w:numFmt w:val="decimal"/>
      <w:lvlRestart w:val="2"/>
      <w:lvlText w:val="%1.%2.%3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6">
      <w:start w:val="1"/>
      <w:numFmt w:val="decimal"/>
      <w:lvlRestart w:val="3"/>
      <w:lvlText w:val="%7%1.%2.%3.%4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7"/>
        </w:tabs>
        <w:ind w:left="1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83"/>
        </w:tabs>
        <w:ind w:left="1783" w:hanging="1440"/>
      </w:pPr>
      <w:rPr>
        <w:rFonts w:hint="default"/>
      </w:rPr>
    </w:lvl>
  </w:abstractNum>
  <w:abstractNum w:abstractNumId="1" w15:restartNumberingAfterBreak="0">
    <w:nsid w:val="06D41D64"/>
    <w:multiLevelType w:val="multilevel"/>
    <w:tmpl w:val="6308A41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2" w15:restartNumberingAfterBreak="0">
    <w:nsid w:val="07DC2084"/>
    <w:multiLevelType w:val="multilevel"/>
    <w:tmpl w:val="46C2F69C"/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4">
      <w:start w:val="1"/>
      <w:numFmt w:val="decimal"/>
      <w:lvlRestart w:val="1"/>
      <w:lvlText w:val="%1.%2."/>
      <w:lvlJc w:val="left"/>
      <w:pPr>
        <w:tabs>
          <w:tab w:val="num" w:pos="-371"/>
        </w:tabs>
        <w:ind w:left="-371" w:hanging="726"/>
      </w:pPr>
      <w:rPr>
        <w:rFonts w:hint="default"/>
      </w:rPr>
    </w:lvl>
    <w:lvl w:ilvl="5">
      <w:start w:val="1"/>
      <w:numFmt w:val="decimal"/>
      <w:lvlRestart w:val="2"/>
      <w:lvlText w:val="%1.%2.%3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6">
      <w:start w:val="1"/>
      <w:numFmt w:val="decimal"/>
      <w:lvlRestart w:val="3"/>
      <w:lvlText w:val="%7%1.%2.%3.%4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7"/>
        </w:tabs>
        <w:ind w:left="1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83"/>
        </w:tabs>
        <w:ind w:left="1783" w:hanging="1440"/>
      </w:pPr>
      <w:rPr>
        <w:rFonts w:hint="default"/>
      </w:rPr>
    </w:lvl>
  </w:abstractNum>
  <w:abstractNum w:abstractNumId="3" w15:restartNumberingAfterBreak="0">
    <w:nsid w:val="0AC60D2F"/>
    <w:multiLevelType w:val="multilevel"/>
    <w:tmpl w:val="EE3883C6"/>
    <w:lvl w:ilvl="0">
      <w:start w:val="1"/>
      <w:numFmt w:val="decimal"/>
      <w:pStyle w:val="Nagwek1"/>
      <w:lvlText w:val="%1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lvlRestart w:val="1"/>
      <w:pStyle w:val="Nagwek5"/>
      <w:lvlText w:val="%1.%2.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5">
      <w:start w:val="1"/>
      <w:numFmt w:val="decimal"/>
      <w:lvlRestart w:val="2"/>
      <w:pStyle w:val="Nagwek6"/>
      <w:lvlText w:val="%1.%2.%3.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6">
      <w:start w:val="1"/>
      <w:numFmt w:val="decimal"/>
      <w:lvlRestart w:val="3"/>
      <w:pStyle w:val="Nagwek7"/>
      <w:lvlText w:val="%1.%2.%3.%4.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F6AF93D"/>
    <w:multiLevelType w:val="multilevel"/>
    <w:tmpl w:val="B3CE9CA4"/>
    <w:lvl w:ilvl="0">
      <w:start w:val="1"/>
      <w:numFmt w:val="decimal"/>
      <w:lvlText w:val="%1."/>
      <w:lvlJc w:val="left"/>
      <w:pPr>
        <w:ind w:left="1097" w:hanging="360"/>
      </w:pPr>
    </w:lvl>
    <w:lvl w:ilvl="1">
      <w:start w:val="1"/>
      <w:numFmt w:val="decimal"/>
      <w:lvlText w:val="%1.%2."/>
      <w:lvlJc w:val="left"/>
      <w:pPr>
        <w:ind w:left="1817" w:hanging="360"/>
      </w:pPr>
    </w:lvl>
    <w:lvl w:ilvl="2">
      <w:start w:val="1"/>
      <w:numFmt w:val="decimal"/>
      <w:lvlText w:val="%1.%2.%3."/>
      <w:lvlJc w:val="left"/>
      <w:pPr>
        <w:ind w:left="2537" w:hanging="180"/>
      </w:pPr>
    </w:lvl>
    <w:lvl w:ilvl="3">
      <w:start w:val="1"/>
      <w:numFmt w:val="decimal"/>
      <w:lvlText w:val="%1.%2.%3.%4."/>
      <w:lvlJc w:val="left"/>
      <w:pPr>
        <w:ind w:left="3257" w:hanging="360"/>
      </w:pPr>
    </w:lvl>
    <w:lvl w:ilvl="4">
      <w:start w:val="1"/>
      <w:numFmt w:val="decimal"/>
      <w:lvlText w:val="%1.%2.%3.%4.%5."/>
      <w:lvlJc w:val="left"/>
      <w:pPr>
        <w:ind w:left="3977" w:hanging="360"/>
      </w:pPr>
    </w:lvl>
    <w:lvl w:ilvl="5">
      <w:start w:val="1"/>
      <w:numFmt w:val="decimal"/>
      <w:lvlText w:val="%1.%2.%3.%4.%5.%6."/>
      <w:lvlJc w:val="left"/>
      <w:pPr>
        <w:ind w:left="4697" w:hanging="180"/>
      </w:pPr>
    </w:lvl>
    <w:lvl w:ilvl="6">
      <w:start w:val="1"/>
      <w:numFmt w:val="decimal"/>
      <w:lvlText w:val="%1.%2.%3.%4.%5.%6.%7."/>
      <w:lvlJc w:val="left"/>
      <w:pPr>
        <w:ind w:left="5417" w:hanging="360"/>
      </w:pPr>
    </w:lvl>
    <w:lvl w:ilvl="7">
      <w:start w:val="1"/>
      <w:numFmt w:val="decimal"/>
      <w:lvlText w:val="%1.%2.%3.%4.%5.%6.%7.%8."/>
      <w:lvlJc w:val="left"/>
      <w:pPr>
        <w:ind w:left="6137" w:hanging="360"/>
      </w:pPr>
    </w:lvl>
    <w:lvl w:ilvl="8">
      <w:start w:val="1"/>
      <w:numFmt w:val="decimal"/>
      <w:lvlText w:val="%1.%2.%3.%4.%5.%6.%7.%8.%9."/>
      <w:lvlJc w:val="left"/>
      <w:pPr>
        <w:ind w:left="6857" w:hanging="180"/>
      </w:pPr>
    </w:lvl>
  </w:abstractNum>
  <w:abstractNum w:abstractNumId="5" w15:restartNumberingAfterBreak="0">
    <w:nsid w:val="24DF2604"/>
    <w:multiLevelType w:val="hybridMultilevel"/>
    <w:tmpl w:val="AE6E3178"/>
    <w:lvl w:ilvl="0" w:tplc="3ADC530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 w15:restartNumberingAfterBreak="0">
    <w:nsid w:val="2887722A"/>
    <w:multiLevelType w:val="hybridMultilevel"/>
    <w:tmpl w:val="AE6E3178"/>
    <w:lvl w:ilvl="0" w:tplc="3ADC530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7" w15:restartNumberingAfterBreak="0">
    <w:nsid w:val="36A351D3"/>
    <w:multiLevelType w:val="multilevel"/>
    <w:tmpl w:val="A15E2B16"/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rFonts w:hint="default"/>
        <w:i w:val="0"/>
      </w:rPr>
    </w:lvl>
    <w:lvl w:ilvl="1">
      <w:start w:val="1"/>
      <w:numFmt w:val="decimal"/>
      <w:lvlText w:val="Załącznik nr %2 - 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4">
      <w:start w:val="1"/>
      <w:numFmt w:val="decimal"/>
      <w:lvlRestart w:val="1"/>
      <w:lvlText w:val="%1.%2."/>
      <w:lvlJc w:val="left"/>
      <w:pPr>
        <w:tabs>
          <w:tab w:val="num" w:pos="-371"/>
        </w:tabs>
        <w:ind w:left="-371" w:hanging="726"/>
      </w:pPr>
      <w:rPr>
        <w:rFonts w:hint="default"/>
      </w:rPr>
    </w:lvl>
    <w:lvl w:ilvl="5">
      <w:start w:val="1"/>
      <w:numFmt w:val="decimal"/>
      <w:lvlRestart w:val="2"/>
      <w:lvlText w:val="%1.%2.%3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6">
      <w:start w:val="1"/>
      <w:numFmt w:val="decimal"/>
      <w:lvlRestart w:val="3"/>
      <w:lvlText w:val="%7%1.%2.%3.%4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7"/>
        </w:tabs>
        <w:ind w:left="1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83"/>
        </w:tabs>
        <w:ind w:left="1783" w:hanging="1440"/>
      </w:pPr>
      <w:rPr>
        <w:rFonts w:hint="default"/>
      </w:rPr>
    </w:lvl>
  </w:abstractNum>
  <w:abstractNum w:abstractNumId="8" w15:restartNumberingAfterBreak="0">
    <w:nsid w:val="6DCF6AB7"/>
    <w:multiLevelType w:val="multilevel"/>
    <w:tmpl w:val="AFCA6C64"/>
    <w:lvl w:ilvl="0">
      <w:start w:val="5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9" w15:restartNumberingAfterBreak="0">
    <w:nsid w:val="754C3E50"/>
    <w:multiLevelType w:val="multilevel"/>
    <w:tmpl w:val="6EEA97E4"/>
    <w:lvl w:ilvl="0">
      <w:start w:val="1"/>
      <w:numFmt w:val="decimal"/>
      <w:pStyle w:val="TebwordHeading1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bwordHeading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bwordHeading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bwordHeading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1"/>
        </w:tabs>
        <w:ind w:left="11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55"/>
        </w:tabs>
        <w:ind w:left="16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59"/>
        </w:tabs>
        <w:ind w:left="21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63"/>
        </w:tabs>
        <w:ind w:left="26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39"/>
        </w:tabs>
        <w:ind w:left="3239" w:hanging="1440"/>
      </w:pPr>
      <w:rPr>
        <w:rFonts w:hint="default"/>
      </w:rPr>
    </w:lvl>
  </w:abstractNum>
  <w:num w:numId="1" w16cid:durableId="1958101523">
    <w:abstractNumId w:val="4"/>
  </w:num>
  <w:num w:numId="2" w16cid:durableId="1771662647">
    <w:abstractNumId w:val="3"/>
  </w:num>
  <w:num w:numId="3" w16cid:durableId="1921599951">
    <w:abstractNumId w:val="9"/>
  </w:num>
  <w:num w:numId="4" w16cid:durableId="1647781953">
    <w:abstractNumId w:val="2"/>
  </w:num>
  <w:num w:numId="5" w16cid:durableId="764615849">
    <w:abstractNumId w:val="7"/>
  </w:num>
  <w:num w:numId="6" w16cid:durableId="1891112517">
    <w:abstractNumId w:val="0"/>
  </w:num>
  <w:num w:numId="7" w16cid:durableId="1188710856">
    <w:abstractNumId w:val="5"/>
  </w:num>
  <w:num w:numId="8" w16cid:durableId="749430670">
    <w:abstractNumId w:val="6"/>
  </w:num>
  <w:num w:numId="9" w16cid:durableId="1179542806">
    <w:abstractNumId w:val="3"/>
  </w:num>
  <w:num w:numId="10" w16cid:durableId="492110779">
    <w:abstractNumId w:val="3"/>
  </w:num>
  <w:num w:numId="11" w16cid:durableId="1062295465">
    <w:abstractNumId w:val="3"/>
  </w:num>
  <w:num w:numId="12" w16cid:durableId="462817681">
    <w:abstractNumId w:val="3"/>
  </w:num>
  <w:num w:numId="13" w16cid:durableId="813451560">
    <w:abstractNumId w:val="3"/>
  </w:num>
  <w:num w:numId="14" w16cid:durableId="1415323546">
    <w:abstractNumId w:val="8"/>
  </w:num>
  <w:num w:numId="15" w16cid:durableId="2044746231">
    <w:abstractNumId w:val="3"/>
  </w:num>
  <w:num w:numId="16" w16cid:durableId="1296715548">
    <w:abstractNumId w:val="1"/>
  </w:num>
  <w:num w:numId="17" w16cid:durableId="157694039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E0055" w:val=" "/>
    <w:docVar w:name="SE0056" w:val=" "/>
    <w:docVar w:name="SE0057" w:val=" "/>
    <w:docVar w:name="SE0058" w:val=" "/>
    <w:docVar w:name="SE0060" w:val="Date(1045,&quot;d MMMM yyyy&quot;)"/>
    <w:docVar w:name="SE0061" w:val=" "/>
    <w:docVar w:name="SE0062" w:val=" "/>
    <w:docVar w:name="SE0063" w:val=" "/>
    <w:docVar w:name="SE0064" w:val=" "/>
    <w:docVar w:name="SE0065" w:val=" "/>
    <w:docVar w:name="SE0084" w:val="Klient"/>
    <w:docVar w:name="SE0085" w:val=" "/>
    <w:docVar w:name="SE0086" w:val="Miejsce spotkania"/>
    <w:docVar w:name="SE0087" w:val="Data spotkania"/>
    <w:docVar w:name="SE0088" w:val="Sporządził"/>
    <w:docVar w:name="SE0089" w:val="data"/>
    <w:docVar w:name="SE0090" w:val="Numer projektu"/>
    <w:docVar w:name="SE0091" w:val="Numer porządkowy"/>
    <w:docVar w:name="SE0092" w:val=" "/>
    <w:docVar w:name="SE0093" w:val="Projekt"/>
    <w:docVar w:name="SE0094" w:val="Temat"/>
    <w:docVar w:name="SE0095" w:val="Obecni"/>
    <w:docVar w:name="SE0096" w:val="Nieobecni"/>
    <w:docVar w:name="SE0097" w:val="Kopia do"/>
    <w:docVar w:name="SE0098" w:val="Strona"/>
    <w:docVar w:name="SE0099" w:val="z"/>
    <w:docVar w:name="SE0100" w:val="Realizacja przez"/>
    <w:docVar w:name="SE0101" w:val="Raport ze spotkania"/>
    <w:docVar w:name="SE0501" w:val=" "/>
    <w:docVar w:name="SE0505" w:val=" "/>
    <w:docVar w:name="SE9009" w:val="Name"/>
    <w:docVar w:name="SE9244" w:val="Tebodin Poland Sp. z o.o."/>
    <w:docVar w:name="SE9245" w:val="Tebodin Poland Sp. z o.o."/>
    <w:docVar w:name="SE9247_1" w:val="!RTF Paste Error - Bookmark 'SE9247_1' is missing."/>
    <w:docVar w:name="SE9247_2" w:val="!RTF Paste Error - Bookmark 'SE9247_2' is missing."/>
    <w:docVar w:name="SE9248_1" w:val=" "/>
    <w:docVar w:name="SE9248_2" w:val=" "/>
    <w:docVar w:name="SE9300" w:val="ul. Taśmowa 7 • 02-677 Warszawa"/>
    <w:docVar w:name="SE9310" w:val="Tel. +48 22 334 41 11 • Fax +48 22 334 41 12"/>
    <w:docVar w:name="SE9320" w:val="info@tebodin.pl • www.tebodin.com • www.tebodin.pl"/>
    <w:docVar w:name="SE9330" w:val=" "/>
    <w:docVar w:name="SE9340" w:val=" "/>
    <w:docVar w:name="SE9350" w:val=" "/>
    <w:docVar w:name="SE9360" w:val=" "/>
    <w:docVar w:name="SE9500" w:val="Bank PEKAO SA BIC PKOPPLPW IBAN PL83124059181111000049077230 • RBS Bank (Polska) SA BIC ABNAPLPW IBAN PL7716700004"/>
    <w:docVar w:name="SE9510" w:val="0000643991020454, NIP5251573090, KRS0000094158 prow. przez Sąd Rejonowy dla m.st.W-wy, XIII wydz.KRS, kapitał zak. 2338000PLN"/>
    <w:docVar w:name="SY0001" w:val=" "/>
    <w:docVar w:name="SY0002" w:val=" "/>
    <w:docVar w:name="SY0003" w:val=" "/>
    <w:docVar w:name="SY0006" w:val="StartHier"/>
  </w:docVars>
  <w:rsids>
    <w:rsidRoot w:val="00A942DC"/>
    <w:rsid w:val="0002436E"/>
    <w:rsid w:val="00032E45"/>
    <w:rsid w:val="00034FC8"/>
    <w:rsid w:val="00037425"/>
    <w:rsid w:val="000455F4"/>
    <w:rsid w:val="0005517C"/>
    <w:rsid w:val="00062353"/>
    <w:rsid w:val="000647EB"/>
    <w:rsid w:val="00080B5E"/>
    <w:rsid w:val="00087423"/>
    <w:rsid w:val="000918DD"/>
    <w:rsid w:val="0009237E"/>
    <w:rsid w:val="000976C1"/>
    <w:rsid w:val="000A4099"/>
    <w:rsid w:val="000B2019"/>
    <w:rsid w:val="000C0DE5"/>
    <w:rsid w:val="000C5996"/>
    <w:rsid w:val="000D4B52"/>
    <w:rsid w:val="00111C56"/>
    <w:rsid w:val="00114259"/>
    <w:rsid w:val="00114447"/>
    <w:rsid w:val="00151A66"/>
    <w:rsid w:val="00152AB8"/>
    <w:rsid w:val="001800B4"/>
    <w:rsid w:val="00180F2B"/>
    <w:rsid w:val="00193E2D"/>
    <w:rsid w:val="001A2CB9"/>
    <w:rsid w:val="001C0F37"/>
    <w:rsid w:val="001D1796"/>
    <w:rsid w:val="001D258E"/>
    <w:rsid w:val="001E5E62"/>
    <w:rsid w:val="001F2451"/>
    <w:rsid w:val="0021129C"/>
    <w:rsid w:val="00235412"/>
    <w:rsid w:val="00267D56"/>
    <w:rsid w:val="00277A45"/>
    <w:rsid w:val="002811EE"/>
    <w:rsid w:val="00283B02"/>
    <w:rsid w:val="00284180"/>
    <w:rsid w:val="00296F39"/>
    <w:rsid w:val="002A71D6"/>
    <w:rsid w:val="002C1E41"/>
    <w:rsid w:val="002C26CC"/>
    <w:rsid w:val="002C4930"/>
    <w:rsid w:val="002D55E1"/>
    <w:rsid w:val="002E0E12"/>
    <w:rsid w:val="002E6A2A"/>
    <w:rsid w:val="002E78D0"/>
    <w:rsid w:val="002F3414"/>
    <w:rsid w:val="00305226"/>
    <w:rsid w:val="003202F4"/>
    <w:rsid w:val="00325F27"/>
    <w:rsid w:val="00330061"/>
    <w:rsid w:val="00330C33"/>
    <w:rsid w:val="00335062"/>
    <w:rsid w:val="0035246F"/>
    <w:rsid w:val="00354B02"/>
    <w:rsid w:val="003821FA"/>
    <w:rsid w:val="00395624"/>
    <w:rsid w:val="00397722"/>
    <w:rsid w:val="003A4AC3"/>
    <w:rsid w:val="003C0985"/>
    <w:rsid w:val="003C30F6"/>
    <w:rsid w:val="003D11CB"/>
    <w:rsid w:val="003D6E53"/>
    <w:rsid w:val="003E6353"/>
    <w:rsid w:val="003F3806"/>
    <w:rsid w:val="004045C5"/>
    <w:rsid w:val="00411264"/>
    <w:rsid w:val="004211D6"/>
    <w:rsid w:val="0042148F"/>
    <w:rsid w:val="0042431A"/>
    <w:rsid w:val="00435580"/>
    <w:rsid w:val="00436BA8"/>
    <w:rsid w:val="0045233B"/>
    <w:rsid w:val="00485394"/>
    <w:rsid w:val="00493E3C"/>
    <w:rsid w:val="004B2C00"/>
    <w:rsid w:val="004B4DA9"/>
    <w:rsid w:val="004B7618"/>
    <w:rsid w:val="004C6404"/>
    <w:rsid w:val="004D1EE4"/>
    <w:rsid w:val="004E5423"/>
    <w:rsid w:val="004F20F7"/>
    <w:rsid w:val="005038D9"/>
    <w:rsid w:val="00513E06"/>
    <w:rsid w:val="00514472"/>
    <w:rsid w:val="00521171"/>
    <w:rsid w:val="00531C02"/>
    <w:rsid w:val="00535905"/>
    <w:rsid w:val="00554C9B"/>
    <w:rsid w:val="00580C32"/>
    <w:rsid w:val="00586CA5"/>
    <w:rsid w:val="00590FAD"/>
    <w:rsid w:val="005A4508"/>
    <w:rsid w:val="005B511F"/>
    <w:rsid w:val="005C1BE2"/>
    <w:rsid w:val="005C4CDE"/>
    <w:rsid w:val="005C5401"/>
    <w:rsid w:val="005D0B9C"/>
    <w:rsid w:val="005E0DD6"/>
    <w:rsid w:val="005E3479"/>
    <w:rsid w:val="005E499E"/>
    <w:rsid w:val="005F5E46"/>
    <w:rsid w:val="005F691C"/>
    <w:rsid w:val="00601FE7"/>
    <w:rsid w:val="00607FD0"/>
    <w:rsid w:val="006214E4"/>
    <w:rsid w:val="00621F3E"/>
    <w:rsid w:val="00627E90"/>
    <w:rsid w:val="006327AA"/>
    <w:rsid w:val="006700FB"/>
    <w:rsid w:val="00672DC8"/>
    <w:rsid w:val="006841DE"/>
    <w:rsid w:val="006A51E9"/>
    <w:rsid w:val="006C09C0"/>
    <w:rsid w:val="006D12D5"/>
    <w:rsid w:val="006D3CF1"/>
    <w:rsid w:val="00703C33"/>
    <w:rsid w:val="007063D0"/>
    <w:rsid w:val="007314B2"/>
    <w:rsid w:val="0075228E"/>
    <w:rsid w:val="00752A3F"/>
    <w:rsid w:val="00761CF5"/>
    <w:rsid w:val="00764039"/>
    <w:rsid w:val="007659CD"/>
    <w:rsid w:val="00767C1F"/>
    <w:rsid w:val="00774890"/>
    <w:rsid w:val="00775E8D"/>
    <w:rsid w:val="007A4F10"/>
    <w:rsid w:val="007D416C"/>
    <w:rsid w:val="007E00C1"/>
    <w:rsid w:val="007E0472"/>
    <w:rsid w:val="00800DCB"/>
    <w:rsid w:val="00811501"/>
    <w:rsid w:val="00814397"/>
    <w:rsid w:val="00831D80"/>
    <w:rsid w:val="00832DDA"/>
    <w:rsid w:val="0084037A"/>
    <w:rsid w:val="008428C5"/>
    <w:rsid w:val="008438D5"/>
    <w:rsid w:val="008532D0"/>
    <w:rsid w:val="00875AD4"/>
    <w:rsid w:val="00877429"/>
    <w:rsid w:val="008874D8"/>
    <w:rsid w:val="008A015E"/>
    <w:rsid w:val="008A5D63"/>
    <w:rsid w:val="008B2070"/>
    <w:rsid w:val="008D4B19"/>
    <w:rsid w:val="008F3CAF"/>
    <w:rsid w:val="008F7C5E"/>
    <w:rsid w:val="009018F9"/>
    <w:rsid w:val="00904C1F"/>
    <w:rsid w:val="0091289A"/>
    <w:rsid w:val="00917F76"/>
    <w:rsid w:val="00945BDE"/>
    <w:rsid w:val="0096408C"/>
    <w:rsid w:val="0096434E"/>
    <w:rsid w:val="00964C9E"/>
    <w:rsid w:val="009665F5"/>
    <w:rsid w:val="00984A83"/>
    <w:rsid w:val="00985860"/>
    <w:rsid w:val="00987809"/>
    <w:rsid w:val="0099127A"/>
    <w:rsid w:val="00991F4A"/>
    <w:rsid w:val="009A1F06"/>
    <w:rsid w:val="009A79EF"/>
    <w:rsid w:val="009D4278"/>
    <w:rsid w:val="009E6FC1"/>
    <w:rsid w:val="009F1E76"/>
    <w:rsid w:val="009F34E8"/>
    <w:rsid w:val="00A03903"/>
    <w:rsid w:val="00A2259B"/>
    <w:rsid w:val="00A40956"/>
    <w:rsid w:val="00A451FF"/>
    <w:rsid w:val="00A5533D"/>
    <w:rsid w:val="00A60287"/>
    <w:rsid w:val="00A7062D"/>
    <w:rsid w:val="00A71DB4"/>
    <w:rsid w:val="00A933B7"/>
    <w:rsid w:val="00A93FA9"/>
    <w:rsid w:val="00A942DC"/>
    <w:rsid w:val="00AA3DF1"/>
    <w:rsid w:val="00AB18B7"/>
    <w:rsid w:val="00B06085"/>
    <w:rsid w:val="00B07996"/>
    <w:rsid w:val="00B10B79"/>
    <w:rsid w:val="00B20A67"/>
    <w:rsid w:val="00B2188B"/>
    <w:rsid w:val="00B24DE4"/>
    <w:rsid w:val="00B259CA"/>
    <w:rsid w:val="00B43F7C"/>
    <w:rsid w:val="00B642D3"/>
    <w:rsid w:val="00B804AF"/>
    <w:rsid w:val="00B83923"/>
    <w:rsid w:val="00B86F54"/>
    <w:rsid w:val="00BA2800"/>
    <w:rsid w:val="00BA2D3D"/>
    <w:rsid w:val="00BC5F3F"/>
    <w:rsid w:val="00C04276"/>
    <w:rsid w:val="00C13557"/>
    <w:rsid w:val="00C238D6"/>
    <w:rsid w:val="00C25E99"/>
    <w:rsid w:val="00C26ACD"/>
    <w:rsid w:val="00C27537"/>
    <w:rsid w:val="00C337A2"/>
    <w:rsid w:val="00C40CE0"/>
    <w:rsid w:val="00C40CED"/>
    <w:rsid w:val="00C46325"/>
    <w:rsid w:val="00C46A48"/>
    <w:rsid w:val="00C521E6"/>
    <w:rsid w:val="00C63DFA"/>
    <w:rsid w:val="00C87499"/>
    <w:rsid w:val="00C93A30"/>
    <w:rsid w:val="00CA38AF"/>
    <w:rsid w:val="00CA5904"/>
    <w:rsid w:val="00CB5BE3"/>
    <w:rsid w:val="00CB6CC8"/>
    <w:rsid w:val="00CC20EF"/>
    <w:rsid w:val="00CD07D6"/>
    <w:rsid w:val="00CE12DB"/>
    <w:rsid w:val="00CF0F45"/>
    <w:rsid w:val="00CF5A98"/>
    <w:rsid w:val="00CF66BA"/>
    <w:rsid w:val="00CF67D0"/>
    <w:rsid w:val="00D00BE8"/>
    <w:rsid w:val="00D10363"/>
    <w:rsid w:val="00D149D1"/>
    <w:rsid w:val="00D228AD"/>
    <w:rsid w:val="00D34EF0"/>
    <w:rsid w:val="00D609CC"/>
    <w:rsid w:val="00D73AB4"/>
    <w:rsid w:val="00D76C2C"/>
    <w:rsid w:val="00D87827"/>
    <w:rsid w:val="00D93C22"/>
    <w:rsid w:val="00D978B5"/>
    <w:rsid w:val="00DA0BD9"/>
    <w:rsid w:val="00DA4139"/>
    <w:rsid w:val="00DB18D8"/>
    <w:rsid w:val="00DC7D45"/>
    <w:rsid w:val="00DD4C26"/>
    <w:rsid w:val="00DD4F88"/>
    <w:rsid w:val="00DE14F6"/>
    <w:rsid w:val="00DE2C46"/>
    <w:rsid w:val="00DF3CE3"/>
    <w:rsid w:val="00E02C22"/>
    <w:rsid w:val="00E15BF2"/>
    <w:rsid w:val="00E15C3C"/>
    <w:rsid w:val="00E1791C"/>
    <w:rsid w:val="00E228B7"/>
    <w:rsid w:val="00E23AF5"/>
    <w:rsid w:val="00E374EE"/>
    <w:rsid w:val="00E556ED"/>
    <w:rsid w:val="00E56CDB"/>
    <w:rsid w:val="00E74E32"/>
    <w:rsid w:val="00E76723"/>
    <w:rsid w:val="00E81BB4"/>
    <w:rsid w:val="00E84D5F"/>
    <w:rsid w:val="00E85F53"/>
    <w:rsid w:val="00E86A8C"/>
    <w:rsid w:val="00E936AC"/>
    <w:rsid w:val="00EB4D9D"/>
    <w:rsid w:val="00EB6F14"/>
    <w:rsid w:val="00EC0986"/>
    <w:rsid w:val="00ED316E"/>
    <w:rsid w:val="00EE0301"/>
    <w:rsid w:val="00EE3E38"/>
    <w:rsid w:val="00EF1B7A"/>
    <w:rsid w:val="00F06A1F"/>
    <w:rsid w:val="00F236FF"/>
    <w:rsid w:val="00F32437"/>
    <w:rsid w:val="00F333A8"/>
    <w:rsid w:val="00F40302"/>
    <w:rsid w:val="00F4713E"/>
    <w:rsid w:val="00F66244"/>
    <w:rsid w:val="00F71455"/>
    <w:rsid w:val="00F73C06"/>
    <w:rsid w:val="00FA5EA9"/>
    <w:rsid w:val="00FA6E92"/>
    <w:rsid w:val="00FB5D74"/>
    <w:rsid w:val="00FB696B"/>
    <w:rsid w:val="00FB7F76"/>
    <w:rsid w:val="00FC1A5D"/>
    <w:rsid w:val="00FD2168"/>
    <w:rsid w:val="00FD4A1C"/>
    <w:rsid w:val="00FF0FBC"/>
    <w:rsid w:val="00FF4FB8"/>
    <w:rsid w:val="00FF6E8E"/>
    <w:rsid w:val="02A056C1"/>
    <w:rsid w:val="0549070A"/>
    <w:rsid w:val="07AB124C"/>
    <w:rsid w:val="09BC268B"/>
    <w:rsid w:val="16E439D2"/>
    <w:rsid w:val="1C8D4506"/>
    <w:rsid w:val="1D8155B2"/>
    <w:rsid w:val="234055CF"/>
    <w:rsid w:val="25CDBEE0"/>
    <w:rsid w:val="2610CF4D"/>
    <w:rsid w:val="26B1A79A"/>
    <w:rsid w:val="351E2AD3"/>
    <w:rsid w:val="3D7B1556"/>
    <w:rsid w:val="420319E8"/>
    <w:rsid w:val="571E78FB"/>
    <w:rsid w:val="57D6E7C1"/>
    <w:rsid w:val="5D0A643A"/>
    <w:rsid w:val="5E6D2516"/>
    <w:rsid w:val="5F9781F8"/>
    <w:rsid w:val="7D6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52ED4E"/>
  <w15:docId w15:val="{D3BC62B4-A134-4974-98B8-7CDF8F3C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Normal (blok 7)"/>
    <w:qFormat/>
    <w:rsid w:val="00EE3E38"/>
    <w:pPr>
      <w:spacing w:line="280" w:lineRule="atLeast"/>
      <w:jc w:val="both"/>
    </w:pPr>
    <w:rPr>
      <w:rFonts w:ascii="Arial" w:hAnsi="Arial"/>
      <w:sz w:val="19"/>
      <w:szCs w:val="24"/>
      <w:lang w:val="pl-PL"/>
    </w:rPr>
  </w:style>
  <w:style w:type="paragraph" w:styleId="Nagwek1">
    <w:name w:val="heading 1"/>
    <w:basedOn w:val="Normalny"/>
    <w:next w:val="Wcicienormalne"/>
    <w:link w:val="Nagwek1Znak"/>
    <w:uiPriority w:val="1"/>
    <w:qFormat/>
    <w:rsid w:val="007E0472"/>
    <w:pPr>
      <w:numPr>
        <w:numId w:val="2"/>
      </w:numPr>
      <w:tabs>
        <w:tab w:val="left" w:pos="737"/>
      </w:tabs>
      <w:spacing w:before="120" w:after="120"/>
      <w:outlineLvl w:val="0"/>
    </w:pPr>
    <w:rPr>
      <w:rFonts w:cs="Arial"/>
      <w:b/>
      <w:bCs/>
      <w:sz w:val="24"/>
      <w:szCs w:val="32"/>
    </w:rPr>
  </w:style>
  <w:style w:type="paragraph" w:styleId="Nagwek2">
    <w:name w:val="heading 2"/>
    <w:basedOn w:val="Nagwek1"/>
    <w:next w:val="Wcicienormalne"/>
    <w:link w:val="Nagwek2Znak"/>
    <w:uiPriority w:val="2"/>
    <w:qFormat/>
    <w:rsid w:val="007E0472"/>
    <w:pPr>
      <w:numPr>
        <w:ilvl w:val="1"/>
      </w:numPr>
      <w:outlineLvl w:val="1"/>
    </w:pPr>
    <w:rPr>
      <w:bCs w:val="0"/>
      <w:iCs/>
      <w:sz w:val="22"/>
      <w:szCs w:val="28"/>
    </w:rPr>
  </w:style>
  <w:style w:type="paragraph" w:styleId="Nagwek3">
    <w:name w:val="heading 3"/>
    <w:basedOn w:val="Nagwek2"/>
    <w:next w:val="Wcicienormalne"/>
    <w:uiPriority w:val="3"/>
    <w:qFormat/>
    <w:rsid w:val="007E0472"/>
    <w:pPr>
      <w:numPr>
        <w:ilvl w:val="2"/>
      </w:numPr>
      <w:tabs>
        <w:tab w:val="left" w:pos="737"/>
      </w:tabs>
      <w:outlineLvl w:val="2"/>
    </w:pPr>
    <w:rPr>
      <w:bCs/>
      <w:sz w:val="20"/>
      <w:szCs w:val="26"/>
    </w:rPr>
  </w:style>
  <w:style w:type="paragraph" w:styleId="Nagwek4">
    <w:name w:val="heading 4"/>
    <w:basedOn w:val="Nagwek3"/>
    <w:next w:val="Wcicienormalne"/>
    <w:uiPriority w:val="4"/>
    <w:qFormat/>
    <w:rsid w:val="007E0472"/>
    <w:pPr>
      <w:numPr>
        <w:ilvl w:val="3"/>
      </w:numPr>
      <w:tabs>
        <w:tab w:val="left" w:pos="737"/>
      </w:tabs>
      <w:outlineLvl w:val="3"/>
    </w:pPr>
    <w:rPr>
      <w:bCs w:val="0"/>
      <w:sz w:val="19"/>
      <w:szCs w:val="28"/>
    </w:rPr>
  </w:style>
  <w:style w:type="paragraph" w:styleId="Nagwek5">
    <w:name w:val="heading 5"/>
    <w:basedOn w:val="Normalny"/>
    <w:next w:val="Normalny"/>
    <w:qFormat/>
    <w:rsid w:val="007E047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E0472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E0472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7E0472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7E0472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EE3E38"/>
    <w:pPr>
      <w:ind w:left="737"/>
    </w:pPr>
  </w:style>
  <w:style w:type="paragraph" w:customStyle="1" w:styleId="NAWgegevensblok6">
    <w:name w:val="NAW gegevens (blok 6)"/>
    <w:basedOn w:val="Normalny"/>
    <w:link w:val="NAWgegevensblok6Char"/>
    <w:rsid w:val="008F3CAF"/>
    <w:pPr>
      <w:jc w:val="left"/>
    </w:pPr>
    <w:rPr>
      <w:szCs w:val="19"/>
    </w:rPr>
  </w:style>
  <w:style w:type="paragraph" w:customStyle="1" w:styleId="DocumentInfoblok5">
    <w:name w:val="DocumentInfo (blok 5)"/>
    <w:basedOn w:val="Normalny"/>
    <w:link w:val="DocumentInfoblok5Char"/>
    <w:rsid w:val="00B24DE4"/>
    <w:pPr>
      <w:spacing w:line="200" w:lineRule="exact"/>
      <w:jc w:val="left"/>
    </w:pPr>
    <w:rPr>
      <w:sz w:val="15"/>
    </w:rPr>
  </w:style>
  <w:style w:type="character" w:customStyle="1" w:styleId="DocumentInfoblok5Char">
    <w:name w:val="DocumentInfo (blok 5) Char"/>
    <w:basedOn w:val="Domylnaczcionkaakapitu"/>
    <w:link w:val="DocumentInfoblok5"/>
    <w:rsid w:val="00C26ACD"/>
    <w:rPr>
      <w:rFonts w:ascii="Arial" w:hAnsi="Arial"/>
      <w:sz w:val="15"/>
      <w:szCs w:val="24"/>
      <w:lang w:val="en-US" w:eastAsia="en-US" w:bidi="ar-SA"/>
    </w:rPr>
  </w:style>
  <w:style w:type="paragraph" w:customStyle="1" w:styleId="Mededelingblok4">
    <w:name w:val="Mededeling (blok 4)"/>
    <w:basedOn w:val="Normalny"/>
    <w:rsid w:val="008F3CAF"/>
    <w:pPr>
      <w:spacing w:line="200" w:lineRule="exact"/>
      <w:jc w:val="left"/>
    </w:pPr>
    <w:rPr>
      <w:i/>
      <w:sz w:val="15"/>
    </w:rPr>
  </w:style>
  <w:style w:type="paragraph" w:customStyle="1" w:styleId="DocumentInfoOnderwerpblok5">
    <w:name w:val="DocumentInfo_Onderwerp (blok 5)"/>
    <w:basedOn w:val="DocumentInfoblok5"/>
    <w:next w:val="DocumentInfoblok5"/>
    <w:link w:val="DocumentInfoOnderwerpblok5Char"/>
    <w:rsid w:val="008F3CAF"/>
    <w:rPr>
      <w:b/>
    </w:rPr>
  </w:style>
  <w:style w:type="character" w:customStyle="1" w:styleId="DocumentInfoOnderwerpblok5Char">
    <w:name w:val="DocumentInfo_Onderwerp (blok 5) Char"/>
    <w:basedOn w:val="DocumentInfoblok5Char"/>
    <w:link w:val="DocumentInfoOnderwerpblok5"/>
    <w:rsid w:val="00C26ACD"/>
    <w:rPr>
      <w:rFonts w:ascii="Arial" w:hAnsi="Arial"/>
      <w:b/>
      <w:sz w:val="15"/>
      <w:szCs w:val="24"/>
      <w:lang w:val="en-US" w:eastAsia="en-US" w:bidi="ar-SA"/>
    </w:rPr>
  </w:style>
  <w:style w:type="paragraph" w:customStyle="1" w:styleId="Bankgegevensblok8">
    <w:name w:val="Bankgegevens (blok 8)"/>
    <w:basedOn w:val="Normalny"/>
    <w:rsid w:val="008F3CAF"/>
    <w:pPr>
      <w:spacing w:line="200" w:lineRule="exact"/>
    </w:pPr>
    <w:rPr>
      <w:sz w:val="15"/>
    </w:rPr>
  </w:style>
  <w:style w:type="paragraph" w:customStyle="1" w:styleId="AdresGegevensblok2">
    <w:name w:val="AdresGegevens (blok 2)"/>
    <w:basedOn w:val="Normalny"/>
    <w:rsid w:val="008F3CAF"/>
    <w:pPr>
      <w:spacing w:line="200" w:lineRule="exact"/>
      <w:jc w:val="left"/>
    </w:pPr>
    <w:rPr>
      <w:sz w:val="15"/>
    </w:rPr>
  </w:style>
  <w:style w:type="paragraph" w:customStyle="1" w:styleId="AdresGegevensNaamblok2">
    <w:name w:val="AdresGegevens_Naam (blok 2)"/>
    <w:basedOn w:val="AdresGegevensblok2"/>
    <w:next w:val="AdresGegevensblok2"/>
    <w:rsid w:val="008F3CAF"/>
    <w:rPr>
      <w:b/>
    </w:rPr>
  </w:style>
  <w:style w:type="paragraph" w:customStyle="1" w:styleId="DocumentNaamblok3">
    <w:name w:val="DocumentNaam (blok 3)"/>
    <w:basedOn w:val="Normalny"/>
    <w:next w:val="Normalny"/>
    <w:rsid w:val="008F3CAF"/>
    <w:pPr>
      <w:jc w:val="left"/>
    </w:pPr>
    <w:rPr>
      <w:b/>
      <w:sz w:val="22"/>
    </w:rPr>
  </w:style>
  <w:style w:type="paragraph" w:customStyle="1" w:styleId="Mededelingenblok7">
    <w:name w:val="Mededelingen (blok 7)"/>
    <w:basedOn w:val="Normalny"/>
    <w:rsid w:val="008F3CAF"/>
    <w:pPr>
      <w:spacing w:line="200" w:lineRule="exact"/>
    </w:pPr>
    <w:rPr>
      <w:i/>
      <w:sz w:val="15"/>
    </w:rPr>
  </w:style>
  <w:style w:type="paragraph" w:customStyle="1" w:styleId="Normalindent">
    <w:name w:val="Normal_indent"/>
    <w:basedOn w:val="Normalny"/>
    <w:rsid w:val="00EE3E38"/>
    <w:pPr>
      <w:ind w:left="737"/>
    </w:pPr>
  </w:style>
  <w:style w:type="paragraph" w:customStyle="1" w:styleId="DocumentGegevensblok3a">
    <w:name w:val="DocumentGegevens (blok 3a)"/>
    <w:basedOn w:val="Normalny"/>
    <w:rsid w:val="001D258E"/>
    <w:pPr>
      <w:spacing w:line="200" w:lineRule="exact"/>
      <w:jc w:val="left"/>
    </w:pPr>
    <w:rPr>
      <w:sz w:val="15"/>
    </w:rPr>
  </w:style>
  <w:style w:type="paragraph" w:customStyle="1" w:styleId="DocumentGegevenssubblok3a">
    <w:name w:val="DocumentGegevens_sub (blok 3a)"/>
    <w:basedOn w:val="DocumentGegevensblok3a"/>
    <w:rsid w:val="001D258E"/>
    <w:rPr>
      <w:i/>
    </w:rPr>
  </w:style>
  <w:style w:type="paragraph" w:styleId="Nagwek">
    <w:name w:val="header"/>
    <w:basedOn w:val="Normalny"/>
    <w:link w:val="NagwekZnak"/>
    <w:rsid w:val="00FA6E92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FA6E92"/>
    <w:pPr>
      <w:tabs>
        <w:tab w:val="center" w:pos="4320"/>
        <w:tab w:val="right" w:pos="8640"/>
      </w:tabs>
    </w:pPr>
  </w:style>
  <w:style w:type="paragraph" w:customStyle="1" w:styleId="Besprekingsverslagkopje">
    <w:name w:val="Besprekingsverslag_kopje"/>
    <w:basedOn w:val="Normalny"/>
    <w:rsid w:val="00DE2C46"/>
    <w:pPr>
      <w:spacing w:line="220" w:lineRule="exact"/>
    </w:pPr>
    <w:rPr>
      <w:kern w:val="6"/>
      <w:sz w:val="15"/>
      <w:szCs w:val="15"/>
    </w:rPr>
  </w:style>
  <w:style w:type="paragraph" w:styleId="Tekstdymka">
    <w:name w:val="Balloon Text"/>
    <w:basedOn w:val="Normalny"/>
    <w:semiHidden/>
    <w:rsid w:val="00C46A48"/>
    <w:rPr>
      <w:rFonts w:ascii="Tahoma" w:hAnsi="Tahoma" w:cs="Tahoma"/>
      <w:sz w:val="16"/>
      <w:szCs w:val="16"/>
    </w:rPr>
  </w:style>
  <w:style w:type="paragraph" w:customStyle="1" w:styleId="BesprekingsverslagBold">
    <w:name w:val="Besprekingsverslag_Bold"/>
    <w:basedOn w:val="Normalny"/>
    <w:rsid w:val="00485394"/>
    <w:rPr>
      <w:b/>
    </w:rPr>
  </w:style>
  <w:style w:type="paragraph" w:customStyle="1" w:styleId="BesprekingsverslagItalic">
    <w:name w:val="Besprekingsverslag_Italic"/>
    <w:basedOn w:val="Normalny"/>
    <w:rsid w:val="0096408C"/>
    <w:rPr>
      <w:i/>
    </w:rPr>
  </w:style>
  <w:style w:type="character" w:styleId="Numerstrony">
    <w:name w:val="page number"/>
    <w:basedOn w:val="Domylnaczcionkaakapitu"/>
    <w:rsid w:val="00E1791C"/>
  </w:style>
  <w:style w:type="paragraph" w:styleId="Spistreci2">
    <w:name w:val="toc 2"/>
    <w:basedOn w:val="Normalny"/>
    <w:next w:val="Normalny"/>
    <w:autoRedefine/>
    <w:uiPriority w:val="39"/>
    <w:rsid w:val="006A51E9"/>
    <w:pPr>
      <w:tabs>
        <w:tab w:val="left" w:pos="567"/>
        <w:tab w:val="right" w:leader="dot" w:pos="10224"/>
      </w:tabs>
      <w:ind w:left="190"/>
    </w:pPr>
  </w:style>
  <w:style w:type="paragraph" w:styleId="Spistreci1">
    <w:name w:val="toc 1"/>
    <w:basedOn w:val="Normalny"/>
    <w:next w:val="Normalny"/>
    <w:autoRedefine/>
    <w:uiPriority w:val="39"/>
    <w:rsid w:val="00A60287"/>
  </w:style>
  <w:style w:type="paragraph" w:styleId="Spistreci3">
    <w:name w:val="toc 3"/>
    <w:basedOn w:val="Normalny"/>
    <w:next w:val="Normalny"/>
    <w:autoRedefine/>
    <w:uiPriority w:val="39"/>
    <w:rsid w:val="00F66244"/>
    <w:pPr>
      <w:ind w:left="380"/>
    </w:pPr>
  </w:style>
  <w:style w:type="character" w:styleId="Hipercze">
    <w:name w:val="Hyperlink"/>
    <w:basedOn w:val="Domylnaczcionkaakapitu"/>
    <w:uiPriority w:val="99"/>
    <w:rsid w:val="00F66244"/>
    <w:rPr>
      <w:color w:val="0000FF"/>
      <w:u w:val="single"/>
    </w:rPr>
  </w:style>
  <w:style w:type="paragraph" w:customStyle="1" w:styleId="TebwordHeading1">
    <w:name w:val="Tebword_Heading 1"/>
    <w:basedOn w:val="Normalny"/>
    <w:next w:val="Wcicienormalne"/>
    <w:rsid w:val="00CA5904"/>
    <w:pPr>
      <w:numPr>
        <w:numId w:val="3"/>
      </w:numPr>
      <w:spacing w:before="120" w:after="120"/>
      <w:outlineLvl w:val="0"/>
    </w:pPr>
    <w:rPr>
      <w:b/>
      <w:sz w:val="24"/>
    </w:rPr>
  </w:style>
  <w:style w:type="paragraph" w:customStyle="1" w:styleId="TebwordHeading2">
    <w:name w:val="Tebword_Heading 2"/>
    <w:basedOn w:val="TebwordHeading1"/>
    <w:next w:val="Wcicienormalne"/>
    <w:rsid w:val="00CA5904"/>
    <w:pPr>
      <w:numPr>
        <w:ilvl w:val="1"/>
      </w:numPr>
      <w:outlineLvl w:val="1"/>
    </w:pPr>
    <w:rPr>
      <w:sz w:val="22"/>
    </w:rPr>
  </w:style>
  <w:style w:type="paragraph" w:customStyle="1" w:styleId="TebwordHeading3">
    <w:name w:val="Tebword_Heading 3"/>
    <w:basedOn w:val="TebwordHeading2"/>
    <w:next w:val="Wcicienormalne"/>
    <w:rsid w:val="00CA5904"/>
    <w:pPr>
      <w:numPr>
        <w:ilvl w:val="2"/>
      </w:numPr>
      <w:outlineLvl w:val="2"/>
    </w:pPr>
    <w:rPr>
      <w:sz w:val="20"/>
    </w:rPr>
  </w:style>
  <w:style w:type="paragraph" w:customStyle="1" w:styleId="TebwordHeading4">
    <w:name w:val="Tebword_Heading 4"/>
    <w:basedOn w:val="TebwordHeading3"/>
    <w:next w:val="Wcicienormalne"/>
    <w:rsid w:val="00CA5904"/>
    <w:pPr>
      <w:numPr>
        <w:ilvl w:val="3"/>
      </w:numPr>
      <w:outlineLvl w:val="3"/>
    </w:pPr>
    <w:rPr>
      <w:sz w:val="19"/>
    </w:rPr>
  </w:style>
  <w:style w:type="character" w:customStyle="1" w:styleId="Nagwek9Znak">
    <w:name w:val="Nagłówek 9 Znak"/>
    <w:link w:val="Nagwek9"/>
    <w:rsid w:val="00B10B79"/>
    <w:rPr>
      <w:rFonts w:ascii="Arial" w:hAnsi="Arial" w:cs="Arial"/>
      <w:sz w:val="22"/>
      <w:szCs w:val="22"/>
    </w:rPr>
  </w:style>
  <w:style w:type="character" w:customStyle="1" w:styleId="NAWgegevensblok6Char">
    <w:name w:val="NAW gegevens (blok 6) Char"/>
    <w:link w:val="NAWgegevensblok6"/>
    <w:rsid w:val="00B10B79"/>
    <w:rPr>
      <w:rFonts w:ascii="Arial" w:hAnsi="Arial"/>
      <w:sz w:val="19"/>
      <w:szCs w:val="19"/>
    </w:rPr>
  </w:style>
  <w:style w:type="paragraph" w:customStyle="1" w:styleId="Titelreport">
    <w:name w:val="Titel_report"/>
    <w:basedOn w:val="Normalny"/>
    <w:rsid w:val="00B10B79"/>
    <w:pPr>
      <w:framePr w:wrap="around" w:vAnchor="page" w:hAnchor="page" w:x="1702" w:y="2836"/>
      <w:jc w:val="left"/>
    </w:pPr>
    <w:rPr>
      <w:b/>
      <w:sz w:val="24"/>
    </w:rPr>
  </w:style>
  <w:style w:type="table" w:styleId="Tabela-Siatka">
    <w:name w:val="Table Grid"/>
    <w:basedOn w:val="Standardowy"/>
    <w:uiPriority w:val="59"/>
    <w:rsid w:val="00B10B79"/>
    <w:pPr>
      <w:spacing w:line="28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elReport">
    <w:name w:val="Subtitel_Report"/>
    <w:basedOn w:val="Normalny"/>
    <w:rsid w:val="00B10B79"/>
    <w:pPr>
      <w:framePr w:wrap="around" w:vAnchor="page" w:hAnchor="page" w:x="1702" w:y="2836"/>
    </w:pPr>
    <w:rPr>
      <w:b/>
      <w:sz w:val="20"/>
      <w:szCs w:val="22"/>
    </w:rPr>
  </w:style>
  <w:style w:type="paragraph" w:styleId="Spistreci4">
    <w:name w:val="toc 4"/>
    <w:basedOn w:val="Spistreci3"/>
    <w:next w:val="Normalny"/>
    <w:autoRedefine/>
    <w:uiPriority w:val="39"/>
    <w:rsid w:val="00B10B79"/>
    <w:pPr>
      <w:ind w:left="570"/>
      <w:jc w:val="left"/>
    </w:pPr>
    <w:rPr>
      <w:rFonts w:ascii="Times New Roman" w:hAnsi="Times New Roman"/>
      <w:sz w:val="18"/>
      <w:szCs w:val="18"/>
    </w:rPr>
  </w:style>
  <w:style w:type="paragraph" w:customStyle="1" w:styleId="Reportbold">
    <w:name w:val="Report_bold"/>
    <w:basedOn w:val="NAWgegevensblok6"/>
    <w:next w:val="NAWgegevensblok6"/>
    <w:link w:val="ReportboldChar"/>
    <w:rsid w:val="00B10B79"/>
    <w:pPr>
      <w:framePr w:wrap="around" w:vAnchor="page" w:hAnchor="page" w:x="1702" w:y="2836"/>
    </w:pPr>
    <w:rPr>
      <w:b/>
    </w:rPr>
  </w:style>
  <w:style w:type="character" w:customStyle="1" w:styleId="ReportboldChar">
    <w:name w:val="Report_bold Char"/>
    <w:link w:val="Reportbold"/>
    <w:rsid w:val="00B10B79"/>
    <w:rPr>
      <w:rFonts w:ascii="Arial" w:hAnsi="Arial"/>
      <w:b/>
      <w:sz w:val="19"/>
      <w:szCs w:val="19"/>
    </w:rPr>
  </w:style>
  <w:style w:type="paragraph" w:styleId="Mapadokumentu">
    <w:name w:val="Document Map"/>
    <w:basedOn w:val="Normalny"/>
    <w:link w:val="MapadokumentuZnak"/>
    <w:rsid w:val="00B10B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B10B79"/>
    <w:rPr>
      <w:rFonts w:ascii="Tahoma" w:hAnsi="Tahoma" w:cs="Tahoma"/>
      <w:shd w:val="clear" w:color="auto" w:fill="000080"/>
    </w:rPr>
  </w:style>
  <w:style w:type="paragraph" w:styleId="Tekstpodstawowy">
    <w:name w:val="Body Text"/>
    <w:basedOn w:val="Normalny"/>
    <w:link w:val="TekstpodstawowyZnak"/>
    <w:rsid w:val="00B10B79"/>
    <w:pPr>
      <w:widowControl w:val="0"/>
    </w:pPr>
    <w:rPr>
      <w:szCs w:val="20"/>
      <w:lang w:val="nl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10B79"/>
    <w:rPr>
      <w:rFonts w:ascii="Arial" w:hAnsi="Arial"/>
      <w:sz w:val="19"/>
      <w:lang w:val="nl" w:eastAsia="nl-NL"/>
    </w:rPr>
  </w:style>
  <w:style w:type="paragraph" w:customStyle="1" w:styleId="Headerextra">
    <w:name w:val="Header_extra"/>
    <w:basedOn w:val="Normalny"/>
    <w:next w:val="Normalny"/>
    <w:rsid w:val="00B10B79"/>
    <w:pPr>
      <w:keepNext/>
      <w:widowControl w:val="0"/>
      <w:spacing w:before="120" w:after="120"/>
    </w:pPr>
    <w:rPr>
      <w:b/>
      <w:kern w:val="28"/>
      <w:sz w:val="24"/>
      <w:szCs w:val="20"/>
      <w:lang w:val="nl" w:eastAsia="nl-NL"/>
    </w:rPr>
  </w:style>
  <w:style w:type="paragraph" w:customStyle="1" w:styleId="Kopbijlage">
    <w:name w:val="Kop_bijlage"/>
    <w:basedOn w:val="Normalny"/>
    <w:rsid w:val="00B10B79"/>
    <w:pPr>
      <w:spacing w:before="120" w:after="120"/>
    </w:pPr>
    <w:rPr>
      <w:b/>
    </w:rPr>
  </w:style>
  <w:style w:type="paragraph" w:styleId="Spistreci5">
    <w:name w:val="toc 5"/>
    <w:basedOn w:val="Spistreci1"/>
    <w:next w:val="Normalny"/>
    <w:autoRedefine/>
    <w:uiPriority w:val="39"/>
    <w:rsid w:val="00B10B79"/>
    <w:pPr>
      <w:ind w:left="760"/>
      <w:jc w:val="left"/>
    </w:pPr>
    <w:rPr>
      <w:rFonts w:ascii="Times New Roman" w:hAnsi="Times New Roman"/>
      <w:sz w:val="18"/>
      <w:szCs w:val="18"/>
    </w:rPr>
  </w:style>
  <w:style w:type="paragraph" w:customStyle="1" w:styleId="KopbijlagenoBold">
    <w:name w:val="Kop_bijlage_noBold"/>
    <w:basedOn w:val="Kopbijlage"/>
    <w:rsid w:val="00B10B79"/>
    <w:rPr>
      <w:b w:val="0"/>
    </w:rPr>
  </w:style>
  <w:style w:type="paragraph" w:customStyle="1" w:styleId="Picturecustomer">
    <w:name w:val="Picture_customer"/>
    <w:basedOn w:val="Nagwek"/>
    <w:rsid w:val="00B10B79"/>
    <w:pPr>
      <w:framePr w:wrap="around" w:vAnchor="page" w:hAnchor="page" w:x="1702" w:y="483"/>
      <w:spacing w:line="240" w:lineRule="atLeast"/>
      <w:jc w:val="center"/>
    </w:pPr>
  </w:style>
  <w:style w:type="paragraph" w:customStyle="1" w:styleId="TWHeading2noTOC">
    <w:name w:val="TW_Heading2_noTOC"/>
    <w:basedOn w:val="TebwordHeading2"/>
    <w:next w:val="Normalny"/>
    <w:rsid w:val="00B10B79"/>
    <w:pPr>
      <w:numPr>
        <w:numId w:val="0"/>
      </w:numPr>
      <w:tabs>
        <w:tab w:val="left" w:pos="0"/>
      </w:tabs>
      <w:ind w:left="-11" w:hanging="726"/>
    </w:pPr>
    <w:rPr>
      <w:b w:val="0"/>
      <w:sz w:val="19"/>
    </w:rPr>
  </w:style>
  <w:style w:type="paragraph" w:customStyle="1" w:styleId="TWHeading3noTOC">
    <w:name w:val="TW_Heading3_noTOC"/>
    <w:basedOn w:val="TebwordHeading3"/>
    <w:next w:val="Normalny"/>
    <w:rsid w:val="00B10B79"/>
    <w:pPr>
      <w:numPr>
        <w:numId w:val="0"/>
      </w:numPr>
      <w:ind w:left="-11" w:hanging="737"/>
    </w:pPr>
    <w:rPr>
      <w:b w:val="0"/>
      <w:sz w:val="19"/>
    </w:rPr>
  </w:style>
  <w:style w:type="paragraph" w:customStyle="1" w:styleId="TWHeading4noTOC">
    <w:name w:val="TW_Heading4_noTOC"/>
    <w:basedOn w:val="TebwordHeading4"/>
    <w:next w:val="Normalny"/>
    <w:rsid w:val="00B10B79"/>
    <w:pPr>
      <w:numPr>
        <w:numId w:val="0"/>
      </w:numPr>
      <w:ind w:left="-11" w:hanging="737"/>
    </w:pPr>
    <w:rPr>
      <w:b w:val="0"/>
    </w:rPr>
  </w:style>
  <w:style w:type="paragraph" w:styleId="Tekstpodstawowy2">
    <w:name w:val="Body Text 2"/>
    <w:basedOn w:val="Normalny"/>
    <w:link w:val="Tekstpodstawowy2Znak"/>
    <w:rsid w:val="00B10B79"/>
    <w:rPr>
      <w:rFonts w:ascii="Arial Narrow" w:hAnsi="Arial Narrow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B10B79"/>
    <w:rPr>
      <w:rFonts w:ascii="Arial Narrow" w:hAnsi="Arial Narrow"/>
      <w:szCs w:val="24"/>
    </w:rPr>
  </w:style>
  <w:style w:type="paragraph" w:customStyle="1" w:styleId="1TebwordHeading1">
    <w:name w:val="1 Tebword_Heading 1"/>
    <w:basedOn w:val="Normalny"/>
    <w:rsid w:val="00B10B79"/>
    <w:pPr>
      <w:tabs>
        <w:tab w:val="num" w:pos="0"/>
      </w:tabs>
      <w:ind w:hanging="737"/>
    </w:pPr>
  </w:style>
  <w:style w:type="paragraph" w:styleId="Tekstpodstawowywcity">
    <w:name w:val="Body Text Indent"/>
    <w:basedOn w:val="Normalny"/>
    <w:link w:val="TekstpodstawowywcityZnak"/>
    <w:rsid w:val="00B10B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10B79"/>
    <w:rPr>
      <w:rFonts w:ascii="Arial" w:hAnsi="Arial"/>
      <w:sz w:val="19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B10B7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10B79"/>
    <w:rPr>
      <w:rFonts w:ascii="Arial" w:hAnsi="Arial"/>
      <w:sz w:val="19"/>
      <w:szCs w:val="24"/>
    </w:rPr>
  </w:style>
  <w:style w:type="character" w:styleId="Odwoaniedokomentarza">
    <w:name w:val="annotation reference"/>
    <w:rsid w:val="00B10B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10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10B7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10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10B79"/>
    <w:rPr>
      <w:rFonts w:ascii="Arial" w:hAnsi="Arial"/>
      <w:b/>
      <w:bCs/>
    </w:rPr>
  </w:style>
  <w:style w:type="paragraph" w:styleId="Lista">
    <w:name w:val="List"/>
    <w:basedOn w:val="Normalny"/>
    <w:rsid w:val="00B10B79"/>
    <w:pPr>
      <w:ind w:left="283" w:hanging="283"/>
    </w:pPr>
  </w:style>
  <w:style w:type="paragraph" w:styleId="Lista2">
    <w:name w:val="List 2"/>
    <w:basedOn w:val="Normalny"/>
    <w:rsid w:val="00B10B79"/>
    <w:pPr>
      <w:ind w:left="566" w:hanging="283"/>
    </w:pPr>
  </w:style>
  <w:style w:type="paragraph" w:styleId="Zwrotpoegnalny">
    <w:name w:val="Closing"/>
    <w:basedOn w:val="Normalny"/>
    <w:link w:val="ZwrotpoegnalnyZnak"/>
    <w:rsid w:val="00B10B79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B10B79"/>
    <w:rPr>
      <w:rFonts w:ascii="Arial" w:hAnsi="Arial"/>
      <w:sz w:val="19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B10B79"/>
    <w:pPr>
      <w:widowControl/>
      <w:spacing w:after="120"/>
      <w:ind w:firstLine="210"/>
    </w:pPr>
    <w:rPr>
      <w:szCs w:val="24"/>
      <w:lang w:val="en-US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B10B79"/>
    <w:rPr>
      <w:rFonts w:ascii="Arial" w:hAnsi="Arial"/>
      <w:sz w:val="19"/>
      <w:szCs w:val="24"/>
      <w:lang w:val="nl" w:eastAsia="nl-NL"/>
    </w:rPr>
  </w:style>
  <w:style w:type="paragraph" w:styleId="NormalnyWeb">
    <w:name w:val="Normal (Web)"/>
    <w:basedOn w:val="Normalny"/>
    <w:uiPriority w:val="99"/>
    <w:rsid w:val="00B10B7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B10B79"/>
    <w:pPr>
      <w:ind w:left="950"/>
      <w:jc w:val="left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B10B79"/>
    <w:pPr>
      <w:ind w:left="1140"/>
      <w:jc w:val="left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B10B79"/>
    <w:pPr>
      <w:ind w:left="1330"/>
      <w:jc w:val="left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B10B79"/>
    <w:pPr>
      <w:ind w:left="1520"/>
      <w:jc w:val="left"/>
    </w:pPr>
    <w:rPr>
      <w:rFonts w:ascii="Times New Roman" w:hAnsi="Times New Roman"/>
      <w:sz w:val="18"/>
      <w:szCs w:val="18"/>
    </w:rPr>
  </w:style>
  <w:style w:type="paragraph" w:styleId="Akapitzlist">
    <w:name w:val="List Paragraph"/>
    <w:aliases w:val="opsommingstekens"/>
    <w:basedOn w:val="Normalny"/>
    <w:uiPriority w:val="1"/>
    <w:qFormat/>
    <w:rsid w:val="00B10B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Zwykytekst">
    <w:name w:val="Plain Text"/>
    <w:basedOn w:val="Normalny"/>
    <w:link w:val="ZwykytekstZnak"/>
    <w:rsid w:val="00B10B79"/>
    <w:pPr>
      <w:spacing w:line="240" w:lineRule="auto"/>
      <w:ind w:left="794"/>
      <w:jc w:val="left"/>
    </w:pPr>
    <w:rPr>
      <w:rFonts w:ascii="Century Gothic" w:hAnsi="Century Gothic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10B79"/>
    <w:rPr>
      <w:rFonts w:ascii="Century Gothic" w:hAnsi="Century Gothic" w:cs="Courier New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B10B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10B79"/>
    <w:rPr>
      <w:rFonts w:ascii="Arial" w:hAnsi="Arial"/>
    </w:rPr>
  </w:style>
  <w:style w:type="character" w:styleId="Odwoanieprzypisukocowego">
    <w:name w:val="endnote reference"/>
    <w:rsid w:val="00B10B79"/>
    <w:rPr>
      <w:vertAlign w:val="superscript"/>
    </w:rPr>
  </w:style>
  <w:style w:type="character" w:styleId="Uwydatnienie">
    <w:name w:val="Emphasis"/>
    <w:qFormat/>
    <w:rsid w:val="00B10B79"/>
    <w:rPr>
      <w:i/>
      <w:iCs/>
    </w:rPr>
  </w:style>
  <w:style w:type="paragraph" w:styleId="Poprawka">
    <w:name w:val="Revision"/>
    <w:hidden/>
    <w:uiPriority w:val="99"/>
    <w:semiHidden/>
    <w:rsid w:val="00B10B79"/>
    <w:rPr>
      <w:rFonts w:ascii="Arial" w:hAnsi="Arial"/>
      <w:sz w:val="19"/>
      <w:szCs w:val="24"/>
    </w:rPr>
  </w:style>
  <w:style w:type="paragraph" w:styleId="Legenda">
    <w:name w:val="caption"/>
    <w:basedOn w:val="Normalny"/>
    <w:next w:val="Normalny"/>
    <w:qFormat/>
    <w:rsid w:val="00B10B79"/>
    <w:pPr>
      <w:spacing w:after="200" w:line="240" w:lineRule="auto"/>
    </w:pPr>
    <w:rPr>
      <w:b/>
      <w:bCs/>
      <w:color w:val="4F81BD"/>
      <w:sz w:val="18"/>
      <w:szCs w:val="18"/>
    </w:rPr>
  </w:style>
  <w:style w:type="character" w:customStyle="1" w:styleId="Nagwek2Znak">
    <w:name w:val="Nagłówek 2 Znak"/>
    <w:link w:val="Nagwek2"/>
    <w:uiPriority w:val="2"/>
    <w:rsid w:val="00B10B79"/>
    <w:rPr>
      <w:rFonts w:ascii="Arial" w:hAnsi="Arial" w:cs="Arial"/>
      <w:b/>
      <w:iCs/>
      <w:sz w:val="22"/>
      <w:szCs w:val="28"/>
    </w:rPr>
  </w:style>
  <w:style w:type="character" w:customStyle="1" w:styleId="Nagwek1Znak">
    <w:name w:val="Nagłówek 1 Znak"/>
    <w:basedOn w:val="Domylnaczcionkaakapitu"/>
    <w:link w:val="Nagwek1"/>
    <w:uiPriority w:val="1"/>
    <w:rsid w:val="00C337A2"/>
    <w:rPr>
      <w:rFonts w:ascii="Arial" w:hAnsi="Arial" w:cs="Arial"/>
      <w:b/>
      <w:bCs/>
      <w:sz w:val="24"/>
      <w:szCs w:val="32"/>
    </w:rPr>
  </w:style>
  <w:style w:type="character" w:customStyle="1" w:styleId="NagwekZnak">
    <w:name w:val="Nagłówek Znak"/>
    <w:basedOn w:val="Domylnaczcionkaakapitu"/>
    <w:link w:val="Nagwek"/>
    <w:rsid w:val="00395624"/>
    <w:rPr>
      <w:rFonts w:ascii="Arial" w:hAnsi="Arial"/>
      <w:sz w:val="19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D1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D1796"/>
    <w:rPr>
      <w:rFonts w:ascii="Courier New" w:hAnsi="Courier New" w:cs="Courier New"/>
    </w:rPr>
  </w:style>
  <w:style w:type="paragraph" w:customStyle="1" w:styleId="Standard">
    <w:name w:val="Standard"/>
    <w:rsid w:val="00E84D5F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pl-PL" w:eastAsia="zh-CN" w:bidi="hi-IN"/>
    </w:rPr>
  </w:style>
  <w:style w:type="paragraph" w:customStyle="1" w:styleId="Nagwek31">
    <w:name w:val="Nagłówek 31"/>
    <w:basedOn w:val="Standard"/>
    <w:next w:val="Normalny"/>
    <w:rsid w:val="00D10363"/>
    <w:pPr>
      <w:keepNext/>
      <w:spacing w:before="240" w:after="60"/>
      <w:outlineLvl w:val="2"/>
    </w:pPr>
    <w:rPr>
      <w:rFonts w:ascii="Arial" w:hAnsi="Arial"/>
      <w:b/>
      <w:bCs/>
      <w:sz w:val="2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9043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5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932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Neo\Docs\Meeting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3" ma:contentTypeDescription="Utwórz nowy dokument." ma:contentTypeScope="" ma:versionID="fc4033efe43e7ea89b2901e5fb313c62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5d4afb9362edc2b05c7da7f52bf5a944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72E128B-EADC-4D3E-A15B-2A2C441E5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EF7651-9066-4655-878C-B3A9DAF754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6B2AE-85E5-4C25-9621-5BBA2A66D9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Report</Template>
  <TotalTime>23</TotalTime>
  <Pages>6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Meeting Report.dot</vt:lpstr>
    </vt:vector>
  </TitlesOfParts>
  <Company>Nedmetric Applications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Report.dot</dc:title>
  <dc:creator>Nicolette Vlug</dc:creator>
  <dc:description>Version 4.8</dc:description>
  <cp:lastModifiedBy>Bartosz Majer - Loconi Intermodal S.A.</cp:lastModifiedBy>
  <cp:revision>23</cp:revision>
  <cp:lastPrinted>2025-09-05T18:20:00Z</cp:lastPrinted>
  <dcterms:created xsi:type="dcterms:W3CDTF">2020-01-15T18:56:00Z</dcterms:created>
  <dcterms:modified xsi:type="dcterms:W3CDTF">2025-09-05T18:20:00Z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sSortByName">
    <vt:lpwstr>-1</vt:lpwstr>
  </property>
  <property fmtid="{D5CDD505-2E9C-101B-9397-08002B2CF9AE}" pid="3" name="_NEO_SourceTemplate">
    <vt:lpwstr>Meeting Report</vt:lpwstr>
  </property>
  <property fmtid="{D5CDD505-2E9C-101B-9397-08002B2CF9AE}" pid="4" name="ContentTypeId">
    <vt:lpwstr>0x010100D7080BB5B8E4B54989A875B3D57AAE05</vt:lpwstr>
  </property>
</Properties>
</file>